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BEDB54" w14:textId="77777777" w:rsidR="005A4049" w:rsidRPr="00243402" w:rsidRDefault="00D55E9B" w:rsidP="009B3B9A">
      <w:pPr>
        <w:rPr>
          <w:rFonts w:ascii="Arial" w:hAnsi="Arial" w:cs="Arial"/>
        </w:rPr>
      </w:pPr>
      <w:r w:rsidRPr="00243402">
        <w:rPr>
          <w:rFonts w:ascii="Arial" w:hAnsi="Arial" w:cs="Arial"/>
          <w:noProof/>
          <w:color w:val="000000"/>
          <w:sz w:val="27"/>
          <w:szCs w:val="27"/>
        </w:rPr>
        <w:drawing>
          <wp:inline distT="0" distB="0" distL="0" distR="0" wp14:anchorId="19EF64E5" wp14:editId="0FFE5F7D">
            <wp:extent cx="194945" cy="194945"/>
            <wp:effectExtent l="0" t="0" r="8255" b="8255"/>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243402">
        <w:rPr>
          <w:rFonts w:ascii="Arial" w:hAnsi="Arial" w:cs="Arial"/>
          <w:color w:val="000000"/>
          <w:sz w:val="27"/>
          <w:szCs w:val="27"/>
        </w:rPr>
        <w:tab/>
      </w:r>
      <w:r w:rsidRPr="00243402">
        <w:rPr>
          <w:rFonts w:ascii="Arial" w:hAnsi="Arial" w:cs="Arial"/>
          <w:noProof/>
          <w:color w:val="000000"/>
          <w:sz w:val="27"/>
          <w:szCs w:val="27"/>
        </w:rPr>
        <w:drawing>
          <wp:inline distT="0" distB="0" distL="0" distR="0" wp14:anchorId="2CA1FE07" wp14:editId="5D9B0E2F">
            <wp:extent cx="245745" cy="194945"/>
            <wp:effectExtent l="0" t="0" r="8255" b="8255"/>
            <wp:docPr id="9" name="Picture 3" descr="cid:21400107-5198-44A4-8380-39CFBA036299">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005A4049" w:rsidRPr="00243402">
        <w:rPr>
          <w:rFonts w:ascii="Arial" w:hAnsi="Arial" w:cs="Arial"/>
          <w:color w:val="000000"/>
          <w:sz w:val="27"/>
          <w:szCs w:val="27"/>
        </w:rPr>
        <w:tab/>
      </w:r>
      <w:r w:rsidRPr="00243402">
        <w:rPr>
          <w:rFonts w:ascii="Arial" w:hAnsi="Arial" w:cs="Arial"/>
          <w:noProof/>
          <w:color w:val="000000"/>
          <w:sz w:val="27"/>
          <w:szCs w:val="27"/>
        </w:rPr>
        <w:drawing>
          <wp:inline distT="0" distB="0" distL="0" distR="0" wp14:anchorId="207C1165" wp14:editId="52B40DE2">
            <wp:extent cx="194945" cy="194945"/>
            <wp:effectExtent l="0" t="0" r="8255" b="8255"/>
            <wp:docPr id="4" name="Picture 4" descr="cid:BF9E6F54-AD0A-4522-8765-78FCF38E0C7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243402">
        <w:rPr>
          <w:rFonts w:ascii="Arial" w:hAnsi="Arial" w:cs="Arial"/>
          <w:color w:val="000000"/>
          <w:sz w:val="27"/>
          <w:szCs w:val="27"/>
        </w:rPr>
        <w:tab/>
      </w:r>
      <w:r w:rsidRPr="00243402">
        <w:rPr>
          <w:rFonts w:ascii="Arial" w:hAnsi="Arial" w:cs="Arial"/>
          <w:noProof/>
          <w:color w:val="000000"/>
          <w:sz w:val="27"/>
          <w:szCs w:val="27"/>
        </w:rPr>
        <w:drawing>
          <wp:inline distT="0" distB="0" distL="0" distR="0" wp14:anchorId="608567CC" wp14:editId="78EBEEFF">
            <wp:extent cx="287655" cy="194945"/>
            <wp:effectExtent l="0" t="0" r="0" b="8255"/>
            <wp:docPr id="5" name="Picture 5" descr="cid:E61FE41F-A405-4275-AAF5-779DF0D632A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005A4049" w:rsidRPr="00243402">
        <w:rPr>
          <w:rFonts w:ascii="Arial" w:hAnsi="Arial" w:cs="Arial"/>
          <w:color w:val="000000"/>
          <w:sz w:val="27"/>
          <w:szCs w:val="27"/>
        </w:rPr>
        <w:tab/>
        <w:t xml:space="preserve"> </w:t>
      </w:r>
      <w:r w:rsidRPr="00243402">
        <w:rPr>
          <w:rFonts w:ascii="Arial" w:hAnsi="Arial" w:cs="Arial"/>
          <w:noProof/>
          <w:color w:val="000000"/>
          <w:sz w:val="27"/>
          <w:szCs w:val="27"/>
        </w:rPr>
        <w:drawing>
          <wp:inline distT="0" distB="0" distL="0" distR="0" wp14:anchorId="0E3CB070" wp14:editId="49497FA5">
            <wp:extent cx="194945" cy="194945"/>
            <wp:effectExtent l="0" t="0" r="8255" b="8255"/>
            <wp:docPr id="6" name="Picture 6" descr="cid:5E15EB87-5F8C-4126-83BA-3B6AE9A0931B">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243402">
        <w:rPr>
          <w:rFonts w:ascii="Arial" w:hAnsi="Arial" w:cs="Arial"/>
          <w:color w:val="000000"/>
          <w:sz w:val="27"/>
          <w:szCs w:val="27"/>
        </w:rPr>
        <w:t xml:space="preserve"> </w:t>
      </w:r>
      <w:bookmarkStart w:id="0" w:name="_GoBack"/>
      <w:bookmarkEnd w:id="0"/>
      <w:r w:rsidR="005A4049" w:rsidRPr="00243402">
        <w:rPr>
          <w:rFonts w:ascii="Arial" w:hAnsi="Arial" w:cs="Arial"/>
          <w:color w:val="000000"/>
          <w:sz w:val="27"/>
          <w:szCs w:val="27"/>
        </w:rPr>
        <w:tab/>
      </w:r>
      <w:r w:rsidRPr="00243402">
        <w:rPr>
          <w:rFonts w:ascii="Arial" w:hAnsi="Arial" w:cs="Arial"/>
          <w:noProof/>
          <w:color w:val="000000"/>
          <w:sz w:val="27"/>
          <w:szCs w:val="27"/>
        </w:rPr>
        <w:drawing>
          <wp:inline distT="0" distB="0" distL="0" distR="0" wp14:anchorId="23B2B74F" wp14:editId="1A2F076D">
            <wp:extent cx="194945" cy="194945"/>
            <wp:effectExtent l="0" t="0" r="8255" b="8255"/>
            <wp:docPr id="7" name="Picture 7" descr="cid:6E588F20-746B-480A-9E69-833ED9BE4334">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243402">
        <w:rPr>
          <w:rFonts w:ascii="Arial" w:hAnsi="Arial" w:cs="Arial"/>
          <w:color w:val="000000"/>
          <w:sz w:val="27"/>
          <w:szCs w:val="27"/>
        </w:rPr>
        <w:tab/>
      </w:r>
      <w:r w:rsidRPr="00243402">
        <w:rPr>
          <w:rFonts w:ascii="Arial" w:hAnsi="Arial" w:cs="Arial"/>
          <w:noProof/>
          <w:color w:val="000000"/>
          <w:sz w:val="27"/>
          <w:szCs w:val="27"/>
        </w:rPr>
        <w:drawing>
          <wp:inline distT="0" distB="0" distL="0" distR="0" wp14:anchorId="193C9D24" wp14:editId="45653EED">
            <wp:extent cx="194945" cy="194945"/>
            <wp:effectExtent l="0" t="0" r="8255" b="8255"/>
            <wp:docPr id="8" name="Grafik 18" descr="Icons web 25px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14:paraId="08F123D9" w14:textId="77777777" w:rsidR="005A4049" w:rsidRPr="00243402" w:rsidRDefault="005A4049" w:rsidP="00243402">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5A4049" w:rsidRPr="00243402" w14:paraId="72A011CB" w14:textId="77777777" w:rsidTr="008A7DFD">
        <w:trPr>
          <w:trHeight w:val="1152"/>
        </w:trPr>
        <w:tc>
          <w:tcPr>
            <w:tcW w:w="4500" w:type="dxa"/>
          </w:tcPr>
          <w:p w14:paraId="25F8F8C0" w14:textId="77777777" w:rsidR="005A4049" w:rsidRPr="00243402" w:rsidRDefault="005A4049" w:rsidP="00243402">
            <w:pPr>
              <w:ind w:left="-108"/>
              <w:rPr>
                <w:rFonts w:ascii="Arial" w:hAnsi="Arial" w:cs="Arial"/>
                <w:b/>
                <w:sz w:val="20"/>
                <w:szCs w:val="20"/>
              </w:rPr>
            </w:pPr>
            <w:r w:rsidRPr="00243402">
              <w:rPr>
                <w:rFonts w:ascii="Arial" w:hAnsi="Arial" w:cs="Arial"/>
                <w:b/>
                <w:sz w:val="20"/>
                <w:szCs w:val="20"/>
              </w:rPr>
              <w:t>Agency Contact:</w:t>
            </w:r>
          </w:p>
          <w:p w14:paraId="5B6BAB13" w14:textId="77777777" w:rsidR="005A4049" w:rsidRPr="00243402" w:rsidRDefault="005A4049" w:rsidP="00243402">
            <w:pPr>
              <w:ind w:hanging="108"/>
              <w:rPr>
                <w:rFonts w:ascii="Arial" w:hAnsi="Arial" w:cs="Arial"/>
                <w:sz w:val="20"/>
                <w:szCs w:val="20"/>
              </w:rPr>
            </w:pPr>
            <w:r w:rsidRPr="00243402">
              <w:rPr>
                <w:rFonts w:ascii="Arial" w:hAnsi="Arial" w:cs="Arial"/>
                <w:sz w:val="20"/>
                <w:szCs w:val="20"/>
              </w:rPr>
              <w:t>Gretar</w:t>
            </w:r>
            <w:r w:rsidR="00A7687A" w:rsidRPr="00243402">
              <w:rPr>
                <w:rFonts w:ascii="Arial" w:hAnsi="Arial" w:cs="Arial"/>
                <w:sz w:val="20"/>
                <w:szCs w:val="20"/>
              </w:rPr>
              <w:t xml:space="preserve"> Theodorsson</w:t>
            </w:r>
          </w:p>
          <w:p w14:paraId="4C8EE320" w14:textId="77777777" w:rsidR="005A4049" w:rsidRPr="00243402" w:rsidRDefault="005A4049" w:rsidP="00243402">
            <w:pPr>
              <w:ind w:hanging="108"/>
              <w:rPr>
                <w:rFonts w:ascii="Arial" w:hAnsi="Arial" w:cs="Arial"/>
                <w:sz w:val="20"/>
                <w:szCs w:val="20"/>
              </w:rPr>
            </w:pPr>
            <w:r w:rsidRPr="00243402">
              <w:rPr>
                <w:rFonts w:ascii="Arial" w:hAnsi="Arial" w:cs="Arial"/>
                <w:sz w:val="20"/>
                <w:szCs w:val="20"/>
              </w:rPr>
              <w:t>Wall Street Communications</w:t>
            </w:r>
          </w:p>
          <w:p w14:paraId="20AC19B2" w14:textId="77777777" w:rsidR="005A4049" w:rsidRPr="00243402" w:rsidRDefault="005A4049" w:rsidP="00243402">
            <w:pPr>
              <w:ind w:hanging="108"/>
              <w:rPr>
                <w:rFonts w:ascii="Arial" w:hAnsi="Arial" w:cs="Arial"/>
                <w:sz w:val="20"/>
                <w:szCs w:val="20"/>
              </w:rPr>
            </w:pPr>
            <w:r w:rsidRPr="00243402">
              <w:rPr>
                <w:rFonts w:ascii="Arial" w:hAnsi="Arial" w:cs="Arial"/>
                <w:sz w:val="20"/>
                <w:szCs w:val="20"/>
              </w:rPr>
              <w:t>Tel: +</w:t>
            </w:r>
            <w:r w:rsidR="00ED0DF1" w:rsidRPr="00243402">
              <w:rPr>
                <w:rFonts w:ascii="Arial" w:hAnsi="Arial" w:cs="Arial"/>
                <w:sz w:val="20"/>
                <w:szCs w:val="20"/>
              </w:rPr>
              <w:t xml:space="preserve"> </w:t>
            </w:r>
            <w:r w:rsidR="00A7687A" w:rsidRPr="00243402">
              <w:rPr>
                <w:rFonts w:ascii="Arial" w:hAnsi="Arial" w:cs="Arial"/>
                <w:sz w:val="20"/>
                <w:szCs w:val="20"/>
              </w:rPr>
              <w:t>354 8620545</w:t>
            </w:r>
          </w:p>
          <w:p w14:paraId="056277B1" w14:textId="77777777" w:rsidR="000223BD" w:rsidRPr="00243402" w:rsidRDefault="005A4049" w:rsidP="00243402">
            <w:pPr>
              <w:ind w:hanging="108"/>
              <w:rPr>
                <w:rFonts w:ascii="Arial" w:hAnsi="Arial" w:cs="Arial"/>
                <w:sz w:val="20"/>
                <w:szCs w:val="20"/>
              </w:rPr>
            </w:pPr>
            <w:r w:rsidRPr="00243402">
              <w:rPr>
                <w:rFonts w:ascii="Arial" w:hAnsi="Arial" w:cs="Arial"/>
                <w:sz w:val="20"/>
                <w:szCs w:val="20"/>
              </w:rPr>
              <w:t xml:space="preserve">Email: </w:t>
            </w:r>
            <w:hyperlink r:id="rId22" w:history="1">
              <w:r w:rsidR="000223BD" w:rsidRPr="00243402">
                <w:rPr>
                  <w:rStyle w:val="Hyperlink"/>
                  <w:rFonts w:ascii="Arial" w:hAnsi="Arial" w:cs="Arial"/>
                  <w:sz w:val="20"/>
                  <w:szCs w:val="20"/>
                </w:rPr>
                <w:t>gretar@wallstcom.com</w:t>
              </w:r>
            </w:hyperlink>
          </w:p>
        </w:tc>
        <w:tc>
          <w:tcPr>
            <w:tcW w:w="4230" w:type="dxa"/>
          </w:tcPr>
          <w:p w14:paraId="2D96735B" w14:textId="77777777" w:rsidR="005A4049" w:rsidRPr="00243402" w:rsidRDefault="005A4049" w:rsidP="00243402">
            <w:pPr>
              <w:pStyle w:val="Footer"/>
              <w:tabs>
                <w:tab w:val="left" w:pos="720"/>
              </w:tabs>
              <w:rPr>
                <w:rFonts w:ascii="Arial" w:hAnsi="Arial" w:cs="Arial"/>
                <w:b/>
                <w:sz w:val="20"/>
                <w:szCs w:val="20"/>
              </w:rPr>
            </w:pPr>
            <w:r w:rsidRPr="00243402">
              <w:rPr>
                <w:rFonts w:ascii="Arial" w:hAnsi="Arial" w:cs="Arial"/>
                <w:b/>
                <w:sz w:val="20"/>
                <w:szCs w:val="20"/>
              </w:rPr>
              <w:t>Riedel Communications Contact:</w:t>
            </w:r>
          </w:p>
          <w:p w14:paraId="7FD42A6B" w14:textId="77777777" w:rsidR="005A4049" w:rsidRPr="00243402" w:rsidRDefault="005A4049" w:rsidP="00243402">
            <w:pPr>
              <w:rPr>
                <w:rFonts w:ascii="Arial" w:hAnsi="Arial" w:cs="Arial"/>
                <w:sz w:val="20"/>
                <w:szCs w:val="20"/>
              </w:rPr>
            </w:pPr>
            <w:r w:rsidRPr="00243402">
              <w:rPr>
                <w:rFonts w:ascii="Arial" w:hAnsi="Arial" w:cs="Arial"/>
                <w:sz w:val="20"/>
                <w:szCs w:val="20"/>
              </w:rPr>
              <w:t xml:space="preserve">Serkan </w:t>
            </w:r>
            <w:proofErr w:type="spellStart"/>
            <w:r w:rsidRPr="00243402">
              <w:rPr>
                <w:rFonts w:ascii="Arial" w:hAnsi="Arial" w:cs="Arial"/>
                <w:sz w:val="20"/>
                <w:szCs w:val="20"/>
              </w:rPr>
              <w:t>Güner</w:t>
            </w:r>
            <w:proofErr w:type="spellEnd"/>
          </w:p>
          <w:p w14:paraId="096C4C33" w14:textId="77777777" w:rsidR="005A4049" w:rsidRPr="00243402" w:rsidRDefault="005A4049" w:rsidP="00243402">
            <w:pPr>
              <w:rPr>
                <w:rFonts w:ascii="Arial" w:hAnsi="Arial" w:cs="Arial"/>
                <w:sz w:val="20"/>
                <w:szCs w:val="20"/>
              </w:rPr>
            </w:pPr>
            <w:r w:rsidRPr="00243402">
              <w:rPr>
                <w:rFonts w:ascii="Arial" w:hAnsi="Arial" w:cs="Arial"/>
                <w:sz w:val="20"/>
                <w:szCs w:val="20"/>
              </w:rPr>
              <w:t>Marketing and Communications</w:t>
            </w:r>
          </w:p>
          <w:p w14:paraId="1AB407C9" w14:textId="77777777" w:rsidR="005A4049" w:rsidRPr="00243402" w:rsidRDefault="005A4049" w:rsidP="00243402">
            <w:pPr>
              <w:rPr>
                <w:rFonts w:ascii="Arial" w:hAnsi="Arial" w:cs="Arial"/>
                <w:sz w:val="20"/>
                <w:szCs w:val="20"/>
              </w:rPr>
            </w:pPr>
            <w:r w:rsidRPr="00243402">
              <w:rPr>
                <w:rFonts w:ascii="Arial" w:hAnsi="Arial" w:cs="Arial"/>
                <w:sz w:val="20"/>
                <w:szCs w:val="20"/>
              </w:rPr>
              <w:t>Tel: + 49 (0) 174 339</w:t>
            </w:r>
            <w:r w:rsidR="000223BD" w:rsidRPr="00243402">
              <w:rPr>
                <w:rFonts w:ascii="Arial" w:hAnsi="Arial" w:cs="Arial"/>
                <w:sz w:val="20"/>
                <w:szCs w:val="20"/>
              </w:rPr>
              <w:t xml:space="preserve"> </w:t>
            </w:r>
            <w:r w:rsidRPr="00243402">
              <w:rPr>
                <w:rFonts w:ascii="Arial" w:hAnsi="Arial" w:cs="Arial"/>
                <w:sz w:val="20"/>
                <w:szCs w:val="20"/>
              </w:rPr>
              <w:t>24</w:t>
            </w:r>
            <w:r w:rsidR="000223BD" w:rsidRPr="00243402">
              <w:rPr>
                <w:rFonts w:ascii="Arial" w:hAnsi="Arial" w:cs="Arial"/>
                <w:sz w:val="20"/>
                <w:szCs w:val="20"/>
              </w:rPr>
              <w:t xml:space="preserve"> </w:t>
            </w:r>
            <w:r w:rsidRPr="00243402">
              <w:rPr>
                <w:rFonts w:ascii="Arial" w:hAnsi="Arial" w:cs="Arial"/>
                <w:sz w:val="20"/>
                <w:szCs w:val="20"/>
              </w:rPr>
              <w:t>48</w:t>
            </w:r>
          </w:p>
          <w:p w14:paraId="079B79E6" w14:textId="77777777" w:rsidR="000223BD" w:rsidRPr="00243402" w:rsidRDefault="005A4049" w:rsidP="00243402">
            <w:pPr>
              <w:rPr>
                <w:rFonts w:ascii="Arial" w:hAnsi="Arial" w:cs="Arial"/>
                <w:sz w:val="20"/>
                <w:szCs w:val="20"/>
              </w:rPr>
            </w:pPr>
            <w:r w:rsidRPr="00243402">
              <w:rPr>
                <w:rFonts w:ascii="Arial" w:hAnsi="Arial" w:cs="Arial"/>
                <w:sz w:val="20"/>
                <w:szCs w:val="20"/>
              </w:rPr>
              <w:t xml:space="preserve">Email: </w:t>
            </w:r>
            <w:hyperlink r:id="rId23" w:history="1">
              <w:r w:rsidR="000223BD" w:rsidRPr="00243402">
                <w:rPr>
                  <w:rStyle w:val="Hyperlink"/>
                  <w:rFonts w:ascii="Arial" w:hAnsi="Arial" w:cs="Arial"/>
                  <w:sz w:val="20"/>
                  <w:szCs w:val="20"/>
                </w:rPr>
                <w:t>press@riedel.net</w:t>
              </w:r>
            </w:hyperlink>
          </w:p>
        </w:tc>
      </w:tr>
    </w:tbl>
    <w:p w14:paraId="01D77D27" w14:textId="77777777" w:rsidR="00D5230E" w:rsidRPr="00243402" w:rsidRDefault="00D5230E" w:rsidP="00243402">
      <w:pPr>
        <w:rPr>
          <w:rFonts w:ascii="Arial" w:eastAsia="Arial" w:hAnsi="Arial" w:cs="Arial"/>
          <w:b/>
          <w:sz w:val="20"/>
          <w:szCs w:val="20"/>
        </w:rPr>
      </w:pPr>
    </w:p>
    <w:p w14:paraId="42E903EE" w14:textId="085CEC59" w:rsidR="005A4049" w:rsidRPr="00325559" w:rsidRDefault="00D5230E" w:rsidP="00243402">
      <w:pPr>
        <w:rPr>
          <w:rFonts w:ascii="Arial" w:hAnsi="Arial" w:cs="Arial"/>
          <w:bCs/>
          <w:sz w:val="20"/>
          <w:szCs w:val="20"/>
        </w:rPr>
      </w:pPr>
      <w:r w:rsidRPr="00243402">
        <w:rPr>
          <w:rFonts w:ascii="Arial" w:eastAsia="Arial" w:hAnsi="Arial" w:cs="Arial"/>
          <w:b/>
          <w:sz w:val="20"/>
          <w:szCs w:val="20"/>
        </w:rPr>
        <w:t>Link to Word Doc</w:t>
      </w:r>
      <w:r w:rsidR="001B70CB" w:rsidRPr="00243402">
        <w:rPr>
          <w:rFonts w:ascii="Arial" w:eastAsia="Arial" w:hAnsi="Arial" w:cs="Arial"/>
          <w:b/>
          <w:sz w:val="20"/>
          <w:szCs w:val="20"/>
        </w:rPr>
        <w:t>:</w:t>
      </w:r>
      <w:r w:rsidR="001F0A26" w:rsidRPr="00243402">
        <w:rPr>
          <w:rFonts w:ascii="Arial" w:eastAsia="Arial" w:hAnsi="Arial" w:cs="Arial"/>
          <w:b/>
          <w:sz w:val="20"/>
          <w:szCs w:val="20"/>
        </w:rPr>
        <w:t xml:space="preserve"> </w:t>
      </w:r>
      <w:hyperlink r:id="rId24" w:history="1">
        <w:r w:rsidR="00325559" w:rsidRPr="00AB4850">
          <w:rPr>
            <w:rStyle w:val="Hyperlink"/>
            <w:rFonts w:ascii="Arial" w:eastAsia="Arial" w:hAnsi="Arial" w:cs="Arial"/>
            <w:bCs/>
            <w:sz w:val="20"/>
            <w:szCs w:val="20"/>
          </w:rPr>
          <w:t>www.wallstcom.com/</w:t>
        </w:r>
        <w:r w:rsidR="00325559" w:rsidRPr="00AB4850">
          <w:rPr>
            <w:rStyle w:val="Hyperlink"/>
            <w:rFonts w:ascii="Arial" w:hAnsi="Arial" w:cs="Arial"/>
            <w:sz w:val="22"/>
            <w:szCs w:val="22"/>
          </w:rPr>
          <w:t>Riedel/200211Riedel-AdlerMannheim.docx</w:t>
        </w:r>
      </w:hyperlink>
      <w:r w:rsidR="00325559">
        <w:rPr>
          <w:rFonts w:ascii="Arial" w:hAnsi="Arial" w:cs="Arial"/>
          <w:sz w:val="22"/>
          <w:szCs w:val="22"/>
        </w:rPr>
        <w:t xml:space="preserve"> </w:t>
      </w:r>
    </w:p>
    <w:p w14:paraId="0048953D" w14:textId="77777777" w:rsidR="008A7DFD" w:rsidRPr="00243402" w:rsidRDefault="008A7DFD" w:rsidP="00243402">
      <w:pPr>
        <w:rPr>
          <w:rFonts w:ascii="Arial" w:hAnsi="Arial" w:cs="Arial"/>
          <w:b/>
          <w:sz w:val="20"/>
          <w:szCs w:val="20"/>
        </w:rPr>
      </w:pPr>
    </w:p>
    <w:p w14:paraId="11106635" w14:textId="6260DCA0" w:rsidR="00325559" w:rsidRPr="00325559" w:rsidRDefault="00B125C2" w:rsidP="00325559">
      <w:pPr>
        <w:rPr>
          <w:rFonts w:ascii="Arial" w:hAnsi="Arial" w:cs="Arial"/>
          <w:bCs/>
          <w:sz w:val="20"/>
          <w:szCs w:val="20"/>
        </w:rPr>
      </w:pPr>
      <w:r w:rsidRPr="00243402">
        <w:rPr>
          <w:rFonts w:ascii="Arial" w:hAnsi="Arial" w:cs="Arial"/>
          <w:b/>
          <w:sz w:val="20"/>
          <w:szCs w:val="20"/>
        </w:rPr>
        <w:t>Photo</w:t>
      </w:r>
      <w:r w:rsidR="009B3B9A" w:rsidRPr="00243402">
        <w:rPr>
          <w:rFonts w:ascii="Arial" w:hAnsi="Arial" w:cs="Arial"/>
          <w:b/>
          <w:sz w:val="20"/>
          <w:szCs w:val="20"/>
        </w:rPr>
        <w:t xml:space="preserve"> Link</w:t>
      </w:r>
      <w:r w:rsidR="005A4049" w:rsidRPr="00243402">
        <w:rPr>
          <w:rFonts w:ascii="Arial" w:hAnsi="Arial" w:cs="Arial"/>
          <w:b/>
          <w:sz w:val="20"/>
          <w:szCs w:val="20"/>
        </w:rPr>
        <w:t xml:space="preserve">: </w:t>
      </w:r>
      <w:hyperlink r:id="rId25" w:history="1">
        <w:r w:rsidR="000F1A9A">
          <w:rPr>
            <w:rStyle w:val="Hyperlink"/>
            <w:rFonts w:ascii="Arial" w:hAnsi="Arial" w:cs="Arial"/>
            <w:sz w:val="22"/>
            <w:szCs w:val="22"/>
          </w:rPr>
          <w:t>www.wallstcom.com/Riedel/Rie</w:t>
        </w:r>
        <w:r w:rsidR="000F1A9A">
          <w:rPr>
            <w:rStyle w:val="Hyperlink"/>
            <w:rFonts w:ascii="Arial" w:hAnsi="Arial" w:cs="Arial"/>
            <w:sz w:val="22"/>
            <w:szCs w:val="22"/>
          </w:rPr>
          <w:t>d</w:t>
        </w:r>
        <w:r w:rsidR="000F1A9A">
          <w:rPr>
            <w:rStyle w:val="Hyperlink"/>
            <w:rFonts w:ascii="Arial" w:hAnsi="Arial" w:cs="Arial"/>
            <w:sz w:val="22"/>
            <w:szCs w:val="22"/>
          </w:rPr>
          <w:t>el-Adler_Mannheim.zip</w:t>
        </w:r>
      </w:hyperlink>
      <w:r w:rsidR="00325559">
        <w:rPr>
          <w:rFonts w:ascii="Arial" w:hAnsi="Arial" w:cs="Arial"/>
          <w:sz w:val="22"/>
          <w:szCs w:val="22"/>
        </w:rPr>
        <w:t xml:space="preserve"> </w:t>
      </w:r>
    </w:p>
    <w:p w14:paraId="281C4C7D" w14:textId="5550ECA5" w:rsidR="005A4049" w:rsidRPr="00243402" w:rsidRDefault="0043598D" w:rsidP="00243402">
      <w:pPr>
        <w:rPr>
          <w:rFonts w:ascii="Arial" w:hAnsi="Arial" w:cs="Arial"/>
          <w:sz w:val="20"/>
          <w:szCs w:val="20"/>
        </w:rPr>
      </w:pPr>
      <w:r w:rsidRPr="00243402">
        <w:rPr>
          <w:rFonts w:ascii="Arial" w:hAnsi="Arial" w:cs="Arial"/>
          <w:b/>
          <w:sz w:val="20"/>
          <w:szCs w:val="20"/>
        </w:rPr>
        <w:t>Photo</w:t>
      </w:r>
      <w:r w:rsidR="009B3B9A" w:rsidRPr="00243402">
        <w:rPr>
          <w:rFonts w:ascii="Arial" w:hAnsi="Arial" w:cs="Arial"/>
          <w:b/>
          <w:sz w:val="20"/>
          <w:szCs w:val="20"/>
        </w:rPr>
        <w:t xml:space="preserve"> Caption</w:t>
      </w:r>
      <w:r w:rsidR="001B70CB" w:rsidRPr="00243402">
        <w:rPr>
          <w:rFonts w:ascii="Arial" w:hAnsi="Arial" w:cs="Arial"/>
          <w:b/>
          <w:sz w:val="20"/>
          <w:szCs w:val="20"/>
        </w:rPr>
        <w:t>:</w:t>
      </w:r>
      <w:r w:rsidR="00B860E7" w:rsidRPr="00243402">
        <w:rPr>
          <w:rFonts w:ascii="Arial" w:hAnsi="Arial" w:cs="Arial"/>
          <w:b/>
          <w:sz w:val="20"/>
          <w:szCs w:val="20"/>
        </w:rPr>
        <w:t xml:space="preserve"> </w:t>
      </w:r>
      <w:r w:rsidR="00754888" w:rsidRPr="00243402">
        <w:rPr>
          <w:rFonts w:ascii="Arial" w:hAnsi="Arial" w:cs="Arial"/>
          <w:sz w:val="20"/>
          <w:szCs w:val="20"/>
        </w:rPr>
        <w:t>Adler Mannheim has adopted Riedel</w:t>
      </w:r>
      <w:r w:rsidR="00F556E1">
        <w:rPr>
          <w:rFonts w:ascii="Arial" w:hAnsi="Arial" w:cs="Arial"/>
          <w:sz w:val="20"/>
          <w:szCs w:val="20"/>
        </w:rPr>
        <w:t>’</w:t>
      </w:r>
      <w:r w:rsidR="00754888" w:rsidRPr="00243402">
        <w:rPr>
          <w:rFonts w:ascii="Arial" w:hAnsi="Arial" w:cs="Arial"/>
          <w:sz w:val="20"/>
          <w:szCs w:val="20"/>
        </w:rPr>
        <w:t>s award-winning Bolero wireless intercom and Bolero S managed communication service for its 2019/2020 season.</w:t>
      </w:r>
    </w:p>
    <w:p w14:paraId="60AF1693" w14:textId="77777777" w:rsidR="002540D6" w:rsidRPr="00243402" w:rsidRDefault="002540D6" w:rsidP="00243402">
      <w:pPr>
        <w:rPr>
          <w:rFonts w:ascii="Arial" w:hAnsi="Arial" w:cs="Arial"/>
          <w:sz w:val="32"/>
          <w:szCs w:val="32"/>
        </w:rPr>
      </w:pPr>
    </w:p>
    <w:p w14:paraId="3801E3F6" w14:textId="6BD83CB6" w:rsidR="005A4049" w:rsidRPr="00243402" w:rsidRDefault="00DA26FD" w:rsidP="00243402">
      <w:pPr>
        <w:pStyle w:val="BlockText"/>
        <w:tabs>
          <w:tab w:val="left" w:pos="180"/>
        </w:tabs>
        <w:ind w:left="0" w:right="0"/>
        <w:rPr>
          <w:rFonts w:ascii="Arial" w:hAnsi="Arial" w:cs="Arial"/>
          <w:bCs w:val="0"/>
          <w:sz w:val="32"/>
          <w:szCs w:val="32"/>
        </w:rPr>
      </w:pPr>
      <w:r w:rsidRPr="00243402">
        <w:rPr>
          <w:rFonts w:ascii="Arial" w:hAnsi="Arial" w:cs="Arial"/>
          <w:bCs w:val="0"/>
          <w:sz w:val="32"/>
          <w:szCs w:val="32"/>
        </w:rPr>
        <w:t>Adler Mannheim</w:t>
      </w:r>
      <w:r w:rsidR="003F2307" w:rsidRPr="00243402">
        <w:rPr>
          <w:rFonts w:ascii="Arial" w:hAnsi="Arial" w:cs="Arial"/>
          <w:bCs w:val="0"/>
          <w:sz w:val="32"/>
          <w:szCs w:val="32"/>
        </w:rPr>
        <w:t>, Champion German Ice Hockey Club</w:t>
      </w:r>
      <w:r w:rsidR="00A95552" w:rsidRPr="00243402">
        <w:rPr>
          <w:rFonts w:ascii="Arial" w:hAnsi="Arial" w:cs="Arial"/>
          <w:bCs w:val="0"/>
          <w:sz w:val="32"/>
          <w:szCs w:val="32"/>
        </w:rPr>
        <w:t>,</w:t>
      </w:r>
      <w:r w:rsidR="003F2307" w:rsidRPr="00243402">
        <w:rPr>
          <w:rFonts w:ascii="Arial" w:hAnsi="Arial" w:cs="Arial"/>
          <w:bCs w:val="0"/>
          <w:sz w:val="32"/>
          <w:szCs w:val="32"/>
        </w:rPr>
        <w:t xml:space="preserve"> Scores </w:t>
      </w:r>
      <w:proofErr w:type="gramStart"/>
      <w:r w:rsidR="003F2307" w:rsidRPr="00243402">
        <w:rPr>
          <w:rFonts w:ascii="Arial" w:hAnsi="Arial" w:cs="Arial"/>
          <w:bCs w:val="0"/>
          <w:sz w:val="32"/>
          <w:szCs w:val="32"/>
        </w:rPr>
        <w:t>With</w:t>
      </w:r>
      <w:proofErr w:type="gramEnd"/>
      <w:r w:rsidR="00A95552" w:rsidRPr="00243402">
        <w:rPr>
          <w:rFonts w:ascii="Arial" w:hAnsi="Arial" w:cs="Arial"/>
          <w:bCs w:val="0"/>
          <w:sz w:val="32"/>
          <w:szCs w:val="32"/>
        </w:rPr>
        <w:t xml:space="preserve"> Riedel’s Bolero Wireless Intercom</w:t>
      </w:r>
    </w:p>
    <w:p w14:paraId="3B93370C" w14:textId="77777777" w:rsidR="009F4D6F" w:rsidRPr="00243402" w:rsidRDefault="009F4D6F" w:rsidP="00243402">
      <w:pPr>
        <w:pStyle w:val="BlockText"/>
        <w:tabs>
          <w:tab w:val="left" w:pos="180"/>
        </w:tabs>
        <w:ind w:left="0" w:right="0"/>
        <w:rPr>
          <w:rFonts w:ascii="Arial" w:hAnsi="Arial" w:cs="Arial"/>
          <w:sz w:val="32"/>
          <w:szCs w:val="32"/>
        </w:rPr>
      </w:pPr>
    </w:p>
    <w:p w14:paraId="489E2898" w14:textId="3158E8EC" w:rsidR="00971001" w:rsidRPr="00243402" w:rsidRDefault="00DF5170" w:rsidP="00243402">
      <w:pPr>
        <w:spacing w:line="360" w:lineRule="auto"/>
        <w:rPr>
          <w:rFonts w:ascii="Arial" w:hAnsi="Arial" w:cs="Arial"/>
          <w:sz w:val="22"/>
          <w:szCs w:val="22"/>
        </w:rPr>
      </w:pPr>
      <w:r w:rsidRPr="00243402">
        <w:rPr>
          <w:rFonts w:ascii="Arial" w:hAnsi="Arial" w:cs="Arial"/>
          <w:b/>
          <w:bCs/>
          <w:sz w:val="22"/>
          <w:szCs w:val="22"/>
        </w:rPr>
        <w:t xml:space="preserve">WUPPERTAL, Germany </w:t>
      </w:r>
      <w:r w:rsidR="005A4049" w:rsidRPr="00243402">
        <w:rPr>
          <w:rFonts w:ascii="Arial" w:hAnsi="Arial" w:cs="Arial"/>
          <w:sz w:val="22"/>
          <w:szCs w:val="22"/>
        </w:rPr>
        <w:t>—</w:t>
      </w:r>
      <w:r w:rsidR="00084079" w:rsidRPr="00243402">
        <w:rPr>
          <w:rFonts w:ascii="Arial" w:hAnsi="Arial" w:cs="Arial"/>
          <w:sz w:val="22"/>
          <w:szCs w:val="22"/>
        </w:rPr>
        <w:t xml:space="preserve"> </w:t>
      </w:r>
      <w:r w:rsidR="00DA26FD" w:rsidRPr="00243402">
        <w:rPr>
          <w:rFonts w:ascii="Arial" w:hAnsi="Arial" w:cs="Arial"/>
          <w:b/>
          <w:bCs/>
          <w:sz w:val="22"/>
          <w:szCs w:val="22"/>
        </w:rPr>
        <w:t xml:space="preserve">Feb. </w:t>
      </w:r>
      <w:r w:rsidR="00334687" w:rsidRPr="00243402">
        <w:rPr>
          <w:rFonts w:ascii="Arial" w:hAnsi="Arial" w:cs="Arial"/>
          <w:b/>
          <w:bCs/>
          <w:sz w:val="22"/>
          <w:szCs w:val="22"/>
        </w:rPr>
        <w:t>11</w:t>
      </w:r>
      <w:r w:rsidR="002540D6" w:rsidRPr="00243402">
        <w:rPr>
          <w:rFonts w:ascii="Arial" w:hAnsi="Arial" w:cs="Arial"/>
          <w:b/>
          <w:bCs/>
          <w:sz w:val="22"/>
          <w:szCs w:val="22"/>
        </w:rPr>
        <w:t>, 20</w:t>
      </w:r>
      <w:r w:rsidR="00BB412F" w:rsidRPr="00243402">
        <w:rPr>
          <w:rFonts w:ascii="Arial" w:hAnsi="Arial" w:cs="Arial"/>
          <w:b/>
          <w:bCs/>
          <w:sz w:val="22"/>
          <w:szCs w:val="22"/>
        </w:rPr>
        <w:t>20</w:t>
      </w:r>
      <w:r w:rsidR="005A4049" w:rsidRPr="00243402">
        <w:rPr>
          <w:rFonts w:ascii="Arial" w:hAnsi="Arial" w:cs="Arial"/>
          <w:sz w:val="22"/>
          <w:szCs w:val="22"/>
        </w:rPr>
        <w:t xml:space="preserve"> —</w:t>
      </w:r>
      <w:r w:rsidR="000059FA" w:rsidRPr="00243402">
        <w:rPr>
          <w:rFonts w:ascii="Arial" w:hAnsi="Arial" w:cs="Arial"/>
          <w:sz w:val="22"/>
          <w:szCs w:val="22"/>
        </w:rPr>
        <w:t xml:space="preserve"> </w:t>
      </w:r>
      <w:r w:rsidR="002C48BD" w:rsidRPr="00243402">
        <w:rPr>
          <w:rFonts w:ascii="Arial" w:hAnsi="Arial" w:cs="Arial"/>
          <w:sz w:val="22"/>
          <w:szCs w:val="22"/>
        </w:rPr>
        <w:t>Adler Mannheim, the ranking champion in the</w:t>
      </w:r>
      <w:r w:rsidR="004E0F78" w:rsidRPr="00243402">
        <w:rPr>
          <w:rFonts w:ascii="Arial" w:hAnsi="Arial" w:cs="Arial"/>
          <w:sz w:val="22"/>
          <w:szCs w:val="22"/>
        </w:rPr>
        <w:t xml:space="preserve"> German ice hockey league</w:t>
      </w:r>
      <w:r w:rsidR="007B24DD" w:rsidRPr="00243402">
        <w:rPr>
          <w:rFonts w:ascii="Arial" w:hAnsi="Arial" w:cs="Arial"/>
          <w:sz w:val="22"/>
          <w:szCs w:val="22"/>
        </w:rPr>
        <w:t xml:space="preserve"> (Deutsche </w:t>
      </w:r>
      <w:proofErr w:type="spellStart"/>
      <w:r w:rsidR="007B24DD" w:rsidRPr="00243402">
        <w:rPr>
          <w:rFonts w:ascii="Arial" w:hAnsi="Arial" w:cs="Arial"/>
          <w:sz w:val="22"/>
          <w:szCs w:val="22"/>
        </w:rPr>
        <w:t>Eishockey</w:t>
      </w:r>
      <w:proofErr w:type="spellEnd"/>
      <w:r w:rsidR="007B24DD" w:rsidRPr="00243402">
        <w:rPr>
          <w:rFonts w:ascii="Arial" w:hAnsi="Arial" w:cs="Arial"/>
          <w:sz w:val="22"/>
          <w:szCs w:val="22"/>
        </w:rPr>
        <w:t xml:space="preserve"> Liga or DEL)</w:t>
      </w:r>
      <w:r w:rsidR="004E0F78" w:rsidRPr="00243402">
        <w:rPr>
          <w:rFonts w:ascii="Arial" w:hAnsi="Arial" w:cs="Arial"/>
          <w:sz w:val="22"/>
          <w:szCs w:val="22"/>
        </w:rPr>
        <w:t xml:space="preserve">, </w:t>
      </w:r>
      <w:r w:rsidR="002C48BD" w:rsidRPr="00243402">
        <w:rPr>
          <w:rFonts w:ascii="Arial" w:hAnsi="Arial" w:cs="Arial"/>
          <w:sz w:val="22"/>
          <w:szCs w:val="22"/>
        </w:rPr>
        <w:t xml:space="preserve">has adopted </w:t>
      </w:r>
      <w:r w:rsidR="00AC005C" w:rsidRPr="00243402">
        <w:rPr>
          <w:rFonts w:ascii="Arial" w:hAnsi="Arial" w:cs="Arial"/>
          <w:sz w:val="22"/>
          <w:szCs w:val="22"/>
        </w:rPr>
        <w:t>Riedel Communications</w:t>
      </w:r>
      <w:r w:rsidR="002C48BD" w:rsidRPr="00243402">
        <w:rPr>
          <w:rFonts w:ascii="Arial" w:hAnsi="Arial" w:cs="Arial"/>
          <w:sz w:val="22"/>
          <w:szCs w:val="22"/>
        </w:rPr>
        <w:t>’ award-winning Bolero wireless intercom</w:t>
      </w:r>
      <w:r w:rsidR="00971001" w:rsidRPr="00243402">
        <w:rPr>
          <w:rFonts w:ascii="Arial" w:hAnsi="Arial" w:cs="Arial"/>
          <w:sz w:val="22"/>
          <w:szCs w:val="22"/>
        </w:rPr>
        <w:t xml:space="preserve"> and Bolero S managed communication service</w:t>
      </w:r>
      <w:r w:rsidR="002C48BD" w:rsidRPr="00243402">
        <w:rPr>
          <w:rFonts w:ascii="Arial" w:hAnsi="Arial" w:cs="Arial"/>
          <w:sz w:val="22"/>
          <w:szCs w:val="22"/>
        </w:rPr>
        <w:t xml:space="preserve"> for its 2019/2020 season. Bolero and Bolero S enable </w:t>
      </w:r>
      <w:r w:rsidR="00971001" w:rsidRPr="00243402">
        <w:rPr>
          <w:rFonts w:ascii="Arial" w:hAnsi="Arial" w:cs="Arial"/>
          <w:sz w:val="22"/>
          <w:szCs w:val="22"/>
        </w:rPr>
        <w:t>clear three-way</w:t>
      </w:r>
      <w:r w:rsidR="002C48BD" w:rsidRPr="00243402">
        <w:rPr>
          <w:rFonts w:ascii="Arial" w:hAnsi="Arial" w:cs="Arial"/>
          <w:sz w:val="22"/>
          <w:szCs w:val="22"/>
        </w:rPr>
        <w:t xml:space="preserve"> communications </w:t>
      </w:r>
      <w:r w:rsidR="00F20BDA" w:rsidRPr="00243402">
        <w:rPr>
          <w:rFonts w:ascii="Arial" w:hAnsi="Arial" w:cs="Arial"/>
          <w:color w:val="000000" w:themeColor="text1"/>
          <w:sz w:val="22"/>
          <w:szCs w:val="22"/>
          <w:shd w:val="clear" w:color="auto" w:fill="FFFFFF"/>
        </w:rPr>
        <w:t xml:space="preserve">between </w:t>
      </w:r>
      <w:r w:rsidR="00971001" w:rsidRPr="00243402">
        <w:rPr>
          <w:rFonts w:ascii="Arial" w:hAnsi="Arial" w:cs="Arial"/>
          <w:color w:val="000000" w:themeColor="text1"/>
          <w:sz w:val="22"/>
          <w:szCs w:val="22"/>
          <w:shd w:val="clear" w:color="auto" w:fill="FFFFFF"/>
        </w:rPr>
        <w:t xml:space="preserve">the </w:t>
      </w:r>
      <w:r w:rsidR="00F20BDA" w:rsidRPr="00243402">
        <w:rPr>
          <w:rFonts w:ascii="Arial" w:hAnsi="Arial" w:cs="Arial"/>
          <w:color w:val="000000" w:themeColor="text1"/>
          <w:sz w:val="22"/>
          <w:szCs w:val="22"/>
          <w:shd w:val="clear" w:color="auto" w:fill="FFFFFF"/>
        </w:rPr>
        <w:t>goalie coach</w:t>
      </w:r>
      <w:r w:rsidR="001A633F" w:rsidRPr="00243402">
        <w:rPr>
          <w:rFonts w:ascii="Arial" w:hAnsi="Arial" w:cs="Arial"/>
          <w:color w:val="000000" w:themeColor="text1"/>
          <w:sz w:val="22"/>
          <w:szCs w:val="22"/>
          <w:shd w:val="clear" w:color="auto" w:fill="FFFFFF"/>
        </w:rPr>
        <w:t xml:space="preserve"> in the stands</w:t>
      </w:r>
      <w:r w:rsidR="00F20BDA" w:rsidRPr="00243402">
        <w:rPr>
          <w:rFonts w:ascii="Arial" w:hAnsi="Arial" w:cs="Arial"/>
          <w:color w:val="000000" w:themeColor="text1"/>
          <w:sz w:val="22"/>
          <w:szCs w:val="22"/>
          <w:shd w:val="clear" w:color="auto" w:fill="FFFFFF"/>
        </w:rPr>
        <w:t xml:space="preserve">, </w:t>
      </w:r>
      <w:r w:rsidR="001A633F" w:rsidRPr="00243402">
        <w:rPr>
          <w:rFonts w:ascii="Arial" w:hAnsi="Arial" w:cs="Arial"/>
          <w:color w:val="000000" w:themeColor="text1"/>
          <w:sz w:val="22"/>
          <w:szCs w:val="22"/>
          <w:shd w:val="clear" w:color="auto" w:fill="FFFFFF"/>
        </w:rPr>
        <w:t xml:space="preserve">the </w:t>
      </w:r>
      <w:r w:rsidR="00F20BDA" w:rsidRPr="00243402">
        <w:rPr>
          <w:rFonts w:ascii="Arial" w:hAnsi="Arial" w:cs="Arial"/>
          <w:color w:val="000000" w:themeColor="text1"/>
          <w:sz w:val="22"/>
          <w:szCs w:val="22"/>
          <w:shd w:val="clear" w:color="auto" w:fill="FFFFFF"/>
        </w:rPr>
        <w:t>video analyst</w:t>
      </w:r>
      <w:r w:rsidR="001A633F" w:rsidRPr="00243402">
        <w:rPr>
          <w:rFonts w:ascii="Arial" w:hAnsi="Arial" w:cs="Arial"/>
          <w:color w:val="000000" w:themeColor="text1"/>
          <w:sz w:val="22"/>
          <w:szCs w:val="22"/>
          <w:shd w:val="clear" w:color="auto" w:fill="FFFFFF"/>
        </w:rPr>
        <w:t xml:space="preserve"> in the locker room</w:t>
      </w:r>
      <w:r w:rsidR="00971001" w:rsidRPr="00243402">
        <w:rPr>
          <w:rFonts w:ascii="Arial" w:hAnsi="Arial" w:cs="Arial"/>
          <w:color w:val="000000" w:themeColor="text1"/>
          <w:sz w:val="22"/>
          <w:szCs w:val="22"/>
          <w:shd w:val="clear" w:color="auto" w:fill="FFFFFF"/>
        </w:rPr>
        <w:t xml:space="preserve">, </w:t>
      </w:r>
      <w:r w:rsidR="00F20BDA" w:rsidRPr="00243402">
        <w:rPr>
          <w:rFonts w:ascii="Arial" w:hAnsi="Arial" w:cs="Arial"/>
          <w:color w:val="000000" w:themeColor="text1"/>
          <w:sz w:val="22"/>
          <w:szCs w:val="22"/>
          <w:shd w:val="clear" w:color="auto" w:fill="FFFFFF"/>
        </w:rPr>
        <w:t xml:space="preserve">and </w:t>
      </w:r>
      <w:r w:rsidR="001A633F" w:rsidRPr="00243402">
        <w:rPr>
          <w:rFonts w:ascii="Arial" w:hAnsi="Arial" w:cs="Arial"/>
          <w:color w:val="000000" w:themeColor="text1"/>
          <w:sz w:val="22"/>
          <w:szCs w:val="22"/>
          <w:shd w:val="clear" w:color="auto" w:fill="FFFFFF"/>
        </w:rPr>
        <w:t xml:space="preserve">the </w:t>
      </w:r>
      <w:r w:rsidR="00F20BDA" w:rsidRPr="00243402">
        <w:rPr>
          <w:rFonts w:ascii="Arial" w:hAnsi="Arial" w:cs="Arial"/>
          <w:color w:val="000000" w:themeColor="text1"/>
          <w:sz w:val="22"/>
          <w:szCs w:val="22"/>
          <w:shd w:val="clear" w:color="auto" w:fill="FFFFFF"/>
        </w:rPr>
        <w:t>assistant coach on the bench</w:t>
      </w:r>
      <w:r w:rsidR="00971001" w:rsidRPr="00243402">
        <w:rPr>
          <w:rFonts w:ascii="Arial" w:hAnsi="Arial" w:cs="Arial"/>
          <w:color w:val="000000" w:themeColor="text1"/>
          <w:sz w:val="22"/>
          <w:szCs w:val="22"/>
          <w:shd w:val="clear" w:color="auto" w:fill="FFFFFF"/>
        </w:rPr>
        <w:t xml:space="preserve"> for every Adler Mannheim game.</w:t>
      </w:r>
      <w:r w:rsidR="00F20BDA" w:rsidRPr="00243402">
        <w:rPr>
          <w:rFonts w:ascii="Arial" w:hAnsi="Arial" w:cs="Arial"/>
          <w:color w:val="000000" w:themeColor="text1"/>
          <w:sz w:val="22"/>
          <w:szCs w:val="22"/>
          <w:shd w:val="clear" w:color="auto" w:fill="FFFFFF"/>
        </w:rPr>
        <w:t xml:space="preserve"> </w:t>
      </w:r>
    </w:p>
    <w:p w14:paraId="48E1482F" w14:textId="77777777" w:rsidR="007B24DD" w:rsidRPr="00243402" w:rsidRDefault="007B24DD" w:rsidP="00243402">
      <w:pPr>
        <w:spacing w:line="360" w:lineRule="auto"/>
        <w:rPr>
          <w:rFonts w:ascii="Arial" w:hAnsi="Arial" w:cs="Arial"/>
          <w:color w:val="000000" w:themeColor="text1"/>
          <w:sz w:val="22"/>
          <w:szCs w:val="22"/>
          <w:shd w:val="clear" w:color="auto" w:fill="FFFFFF"/>
        </w:rPr>
      </w:pPr>
    </w:p>
    <w:p w14:paraId="3F80BDD5" w14:textId="7AAFE6EA" w:rsidR="001A633F" w:rsidRPr="00243402" w:rsidRDefault="00971001" w:rsidP="00243402">
      <w:pPr>
        <w:spacing w:line="360" w:lineRule="auto"/>
        <w:rPr>
          <w:rFonts w:ascii="Arial" w:hAnsi="Arial" w:cs="Arial"/>
          <w:color w:val="000000"/>
          <w:sz w:val="22"/>
          <w:szCs w:val="22"/>
        </w:rPr>
      </w:pPr>
      <w:r w:rsidRPr="00243402">
        <w:rPr>
          <w:rFonts w:ascii="Arial" w:hAnsi="Arial" w:cs="Arial"/>
          <w:color w:val="000000" w:themeColor="text1"/>
          <w:sz w:val="22"/>
          <w:szCs w:val="22"/>
          <w:shd w:val="clear" w:color="auto" w:fill="FFFFFF"/>
        </w:rPr>
        <w:t>“</w:t>
      </w:r>
      <w:r w:rsidR="004E0F78" w:rsidRPr="00243402">
        <w:rPr>
          <w:rFonts w:ascii="Arial" w:hAnsi="Arial" w:cs="Arial"/>
          <w:color w:val="000000" w:themeColor="text1"/>
          <w:sz w:val="22"/>
          <w:szCs w:val="22"/>
          <w:shd w:val="clear" w:color="auto" w:fill="FFFFFF"/>
        </w:rPr>
        <w:t xml:space="preserve">As a </w:t>
      </w:r>
      <w:r w:rsidRPr="00243402">
        <w:rPr>
          <w:rFonts w:ascii="Arial" w:hAnsi="Arial" w:cs="Arial"/>
          <w:color w:val="000000" w:themeColor="text1"/>
          <w:sz w:val="22"/>
          <w:szCs w:val="22"/>
          <w:shd w:val="clear" w:color="auto" w:fill="FFFFFF"/>
        </w:rPr>
        <w:t>top team in the DEL</w:t>
      </w:r>
      <w:r w:rsidR="004E0F78" w:rsidRPr="00243402">
        <w:rPr>
          <w:rFonts w:ascii="Arial" w:hAnsi="Arial" w:cs="Arial"/>
          <w:color w:val="000000" w:themeColor="text1"/>
          <w:sz w:val="22"/>
          <w:szCs w:val="22"/>
          <w:shd w:val="clear" w:color="auto" w:fill="FFFFFF"/>
        </w:rPr>
        <w:t>, w</w:t>
      </w:r>
      <w:r w:rsidRPr="00243402">
        <w:rPr>
          <w:rFonts w:ascii="Arial" w:hAnsi="Arial" w:cs="Arial"/>
          <w:color w:val="000000" w:themeColor="text1"/>
          <w:sz w:val="22"/>
          <w:szCs w:val="22"/>
          <w:shd w:val="clear" w:color="auto" w:fill="FFFFFF"/>
        </w:rPr>
        <w:t xml:space="preserve">e </w:t>
      </w:r>
      <w:r w:rsidR="004E0F78" w:rsidRPr="00243402">
        <w:rPr>
          <w:rFonts w:ascii="Arial" w:hAnsi="Arial" w:cs="Arial"/>
          <w:color w:val="000000" w:themeColor="text1"/>
          <w:sz w:val="22"/>
          <w:szCs w:val="22"/>
          <w:shd w:val="clear" w:color="auto" w:fill="FFFFFF"/>
        </w:rPr>
        <w:t>aim to be the technological pioneer in European ice hockey</w:t>
      </w:r>
      <w:r w:rsidR="00AA207D" w:rsidRPr="00243402">
        <w:rPr>
          <w:rFonts w:ascii="Arial" w:hAnsi="Arial" w:cs="Arial"/>
          <w:color w:val="000000" w:themeColor="text1"/>
          <w:sz w:val="22"/>
          <w:szCs w:val="22"/>
          <w:shd w:val="clear" w:color="auto" w:fill="FFFFFF"/>
        </w:rPr>
        <w:t xml:space="preserve"> and have a deep commitment</w:t>
      </w:r>
      <w:r w:rsidRPr="00243402">
        <w:rPr>
          <w:rFonts w:ascii="Arial" w:hAnsi="Arial" w:cs="Arial"/>
          <w:color w:val="000000" w:themeColor="text1"/>
          <w:sz w:val="22"/>
          <w:szCs w:val="22"/>
          <w:shd w:val="clear" w:color="auto" w:fill="FFFFFF"/>
        </w:rPr>
        <w:t xml:space="preserve"> to technical innovation</w:t>
      </w:r>
      <w:r w:rsidR="001A633F" w:rsidRPr="00243402">
        <w:rPr>
          <w:rFonts w:ascii="Arial" w:hAnsi="Arial" w:cs="Arial"/>
          <w:color w:val="000000" w:themeColor="text1"/>
          <w:sz w:val="22"/>
          <w:szCs w:val="22"/>
          <w:shd w:val="clear" w:color="auto" w:fill="FFFFFF"/>
        </w:rPr>
        <w:t>. To give one example, we have been using live tagging for video analysis for many years,</w:t>
      </w:r>
      <w:r w:rsidRPr="00243402">
        <w:rPr>
          <w:rFonts w:ascii="Arial" w:hAnsi="Arial" w:cs="Arial"/>
          <w:color w:val="000000" w:themeColor="text1"/>
          <w:sz w:val="22"/>
          <w:szCs w:val="22"/>
          <w:shd w:val="clear" w:color="auto" w:fill="FFFFFF"/>
        </w:rPr>
        <w:t xml:space="preserve">” said </w:t>
      </w:r>
      <w:proofErr w:type="spellStart"/>
      <w:r w:rsidRPr="00243402">
        <w:rPr>
          <w:rFonts w:ascii="Arial" w:hAnsi="Arial" w:cs="Arial"/>
          <w:color w:val="000000" w:themeColor="text1"/>
          <w:sz w:val="22"/>
          <w:szCs w:val="22"/>
          <w:shd w:val="clear" w:color="auto" w:fill="FFFFFF"/>
        </w:rPr>
        <w:t>Youri</w:t>
      </w:r>
      <w:proofErr w:type="spellEnd"/>
      <w:r w:rsidRPr="00243402">
        <w:rPr>
          <w:rFonts w:ascii="Arial" w:hAnsi="Arial" w:cs="Arial"/>
          <w:color w:val="000000" w:themeColor="text1"/>
          <w:sz w:val="22"/>
          <w:szCs w:val="22"/>
          <w:shd w:val="clear" w:color="auto" w:fill="FFFFFF"/>
        </w:rPr>
        <w:t xml:space="preserve"> </w:t>
      </w:r>
      <w:proofErr w:type="spellStart"/>
      <w:r w:rsidRPr="00243402">
        <w:rPr>
          <w:rFonts w:ascii="Arial" w:hAnsi="Arial" w:cs="Arial"/>
          <w:color w:val="000000" w:themeColor="text1"/>
          <w:sz w:val="22"/>
          <w:szCs w:val="22"/>
          <w:shd w:val="clear" w:color="auto" w:fill="FFFFFF"/>
        </w:rPr>
        <w:t>Ziffzer</w:t>
      </w:r>
      <w:proofErr w:type="spellEnd"/>
      <w:r w:rsidRPr="00243402">
        <w:rPr>
          <w:rFonts w:ascii="Arial" w:hAnsi="Arial" w:cs="Arial"/>
          <w:color w:val="000000" w:themeColor="text1"/>
          <w:sz w:val="22"/>
          <w:szCs w:val="22"/>
          <w:shd w:val="clear" w:color="auto" w:fill="FFFFFF"/>
        </w:rPr>
        <w:t xml:space="preserve">, Team Manager, Adler Mannheim. </w:t>
      </w:r>
      <w:r w:rsidR="00AA207D" w:rsidRPr="00243402">
        <w:rPr>
          <w:rFonts w:ascii="Arial" w:hAnsi="Arial" w:cs="Arial"/>
          <w:color w:val="000000" w:themeColor="text1"/>
          <w:sz w:val="22"/>
          <w:szCs w:val="22"/>
          <w:shd w:val="clear" w:color="auto" w:fill="FFFFFF"/>
        </w:rPr>
        <w:t>“</w:t>
      </w:r>
      <w:r w:rsidR="000453B6" w:rsidRPr="00243402">
        <w:rPr>
          <w:rFonts w:ascii="Arial" w:hAnsi="Arial" w:cs="Arial"/>
          <w:color w:val="000000" w:themeColor="text1"/>
          <w:sz w:val="22"/>
          <w:szCs w:val="22"/>
          <w:shd w:val="clear" w:color="auto" w:fill="FFFFFF"/>
        </w:rPr>
        <w:t xml:space="preserve">Riedel is the ideal partner to ensure </w:t>
      </w:r>
      <w:r w:rsidRPr="00243402">
        <w:rPr>
          <w:rFonts w:ascii="Arial" w:hAnsi="Arial" w:cs="Arial"/>
          <w:color w:val="000000" w:themeColor="text1"/>
          <w:sz w:val="22"/>
          <w:szCs w:val="22"/>
          <w:shd w:val="clear" w:color="auto" w:fill="FFFFFF"/>
        </w:rPr>
        <w:t xml:space="preserve">absolutely reliable communication between </w:t>
      </w:r>
      <w:r w:rsidR="001A633F" w:rsidRPr="00243402">
        <w:rPr>
          <w:rFonts w:ascii="Arial" w:hAnsi="Arial" w:cs="Arial"/>
          <w:color w:val="000000" w:themeColor="text1"/>
          <w:sz w:val="22"/>
          <w:szCs w:val="22"/>
          <w:shd w:val="clear" w:color="auto" w:fill="FFFFFF"/>
        </w:rPr>
        <w:t>our coaching staff and video analyst</w:t>
      </w:r>
      <w:r w:rsidR="004E0F78" w:rsidRPr="00243402">
        <w:rPr>
          <w:rFonts w:ascii="Arial" w:hAnsi="Arial" w:cs="Arial"/>
          <w:color w:val="000000" w:themeColor="text1"/>
          <w:sz w:val="22"/>
          <w:szCs w:val="22"/>
          <w:shd w:val="clear" w:color="auto" w:fill="FFFFFF"/>
        </w:rPr>
        <w:t xml:space="preserve">. </w:t>
      </w:r>
      <w:r w:rsidR="001A633F" w:rsidRPr="00243402">
        <w:rPr>
          <w:rFonts w:ascii="Arial" w:hAnsi="Arial" w:cs="Arial"/>
          <w:color w:val="000000" w:themeColor="text1"/>
          <w:sz w:val="22"/>
          <w:szCs w:val="22"/>
          <w:shd w:val="clear" w:color="auto" w:fill="FFFFFF"/>
        </w:rPr>
        <w:t>The Bolero solutions give us maximum flexibility</w:t>
      </w:r>
      <w:r w:rsidR="00F556E1">
        <w:rPr>
          <w:rFonts w:ascii="Arial" w:hAnsi="Arial" w:cs="Arial"/>
          <w:color w:val="000000" w:themeColor="text1"/>
          <w:sz w:val="22"/>
          <w:szCs w:val="22"/>
          <w:shd w:val="clear" w:color="auto" w:fill="FFFFFF"/>
        </w:rPr>
        <w:t>,</w:t>
      </w:r>
      <w:r w:rsidR="001A633F" w:rsidRPr="00243402">
        <w:rPr>
          <w:rFonts w:ascii="Arial" w:hAnsi="Arial" w:cs="Arial"/>
          <w:color w:val="000000" w:themeColor="text1"/>
          <w:sz w:val="22"/>
          <w:szCs w:val="22"/>
          <w:shd w:val="clear" w:color="auto" w:fill="FFFFFF"/>
        </w:rPr>
        <w:t xml:space="preserve"> especially for </w:t>
      </w:r>
      <w:r w:rsidR="00F20BDA" w:rsidRPr="00243402">
        <w:rPr>
          <w:rFonts w:ascii="Arial" w:hAnsi="Arial" w:cs="Arial"/>
          <w:color w:val="000000" w:themeColor="text1"/>
          <w:sz w:val="22"/>
          <w:szCs w:val="22"/>
          <w:shd w:val="clear" w:color="auto" w:fill="FFFFFF"/>
        </w:rPr>
        <w:t xml:space="preserve">away games, </w:t>
      </w:r>
      <w:r w:rsidR="001A633F" w:rsidRPr="00243402">
        <w:rPr>
          <w:rFonts w:ascii="Arial" w:hAnsi="Arial" w:cs="Arial"/>
          <w:color w:val="000000" w:themeColor="text1"/>
          <w:sz w:val="22"/>
          <w:szCs w:val="22"/>
          <w:shd w:val="clear" w:color="auto" w:fill="FFFFFF"/>
        </w:rPr>
        <w:t xml:space="preserve">freeing our staff from having </w:t>
      </w:r>
      <w:r w:rsidR="00F20BDA" w:rsidRPr="00243402">
        <w:rPr>
          <w:rFonts w:ascii="Arial" w:hAnsi="Arial" w:cs="Arial"/>
          <w:color w:val="000000" w:themeColor="text1"/>
          <w:sz w:val="22"/>
          <w:szCs w:val="22"/>
          <w:shd w:val="clear" w:color="auto" w:fill="FFFFFF"/>
        </w:rPr>
        <w:t>to worry about acquiring radio frequencies.</w:t>
      </w:r>
      <w:r w:rsidR="00D05C02" w:rsidRPr="00243402">
        <w:rPr>
          <w:rFonts w:ascii="Arial" w:hAnsi="Arial" w:cs="Arial"/>
          <w:color w:val="000000" w:themeColor="text1"/>
          <w:sz w:val="22"/>
          <w:szCs w:val="22"/>
          <w:shd w:val="clear" w:color="auto" w:fill="FFFFFF"/>
        </w:rPr>
        <w:t>”</w:t>
      </w:r>
    </w:p>
    <w:p w14:paraId="1E3FF98C" w14:textId="77777777" w:rsidR="005F45BF" w:rsidRPr="00243402" w:rsidRDefault="005F45BF" w:rsidP="00243402">
      <w:pPr>
        <w:spacing w:line="360" w:lineRule="auto"/>
        <w:rPr>
          <w:rFonts w:ascii="Arial" w:hAnsi="Arial" w:cs="Arial"/>
          <w:color w:val="000000" w:themeColor="text1"/>
          <w:sz w:val="22"/>
          <w:szCs w:val="22"/>
          <w:shd w:val="clear" w:color="auto" w:fill="FFFFFF"/>
        </w:rPr>
      </w:pPr>
    </w:p>
    <w:p w14:paraId="460A6998" w14:textId="4F87B449" w:rsidR="00F20BDA" w:rsidRPr="00243402" w:rsidRDefault="00042B10" w:rsidP="00243402">
      <w:pPr>
        <w:spacing w:line="360" w:lineRule="auto"/>
        <w:rPr>
          <w:rFonts w:ascii="Arial" w:hAnsi="Arial" w:cs="Arial"/>
          <w:color w:val="000000" w:themeColor="text1"/>
          <w:sz w:val="22"/>
          <w:szCs w:val="22"/>
          <w:shd w:val="clear" w:color="auto" w:fill="FFFFFF"/>
        </w:rPr>
      </w:pPr>
      <w:r w:rsidRPr="00243402">
        <w:rPr>
          <w:rFonts w:ascii="Arial" w:hAnsi="Arial" w:cs="Arial"/>
          <w:color w:val="000000" w:themeColor="text1"/>
          <w:sz w:val="22"/>
          <w:szCs w:val="22"/>
          <w:shd w:val="clear" w:color="auto" w:fill="FFFFFF"/>
        </w:rPr>
        <w:t xml:space="preserve">For each Adler Mannheim game, the </w:t>
      </w:r>
      <w:r w:rsidR="00F20BDA" w:rsidRPr="00243402">
        <w:rPr>
          <w:rFonts w:ascii="Arial" w:hAnsi="Arial" w:cs="Arial"/>
          <w:color w:val="000000" w:themeColor="text1"/>
          <w:sz w:val="22"/>
          <w:szCs w:val="22"/>
          <w:shd w:val="clear" w:color="auto" w:fill="FFFFFF"/>
        </w:rPr>
        <w:t>team</w:t>
      </w:r>
      <w:r w:rsidRPr="00243402">
        <w:rPr>
          <w:rFonts w:ascii="Arial" w:hAnsi="Arial" w:cs="Arial"/>
          <w:color w:val="000000" w:themeColor="text1"/>
          <w:sz w:val="22"/>
          <w:szCs w:val="22"/>
          <w:shd w:val="clear" w:color="auto" w:fill="FFFFFF"/>
        </w:rPr>
        <w:t xml:space="preserve"> uses live tagging technologies to</w:t>
      </w:r>
      <w:r w:rsidR="00F20BDA" w:rsidRPr="00243402">
        <w:rPr>
          <w:rFonts w:ascii="Arial" w:hAnsi="Arial" w:cs="Arial"/>
          <w:color w:val="000000" w:themeColor="text1"/>
          <w:sz w:val="22"/>
          <w:szCs w:val="22"/>
          <w:shd w:val="clear" w:color="auto" w:fill="FFFFFF"/>
        </w:rPr>
        <w:t xml:space="preserve"> </w:t>
      </w:r>
      <w:r w:rsidR="003B5897" w:rsidRPr="00243402">
        <w:rPr>
          <w:rFonts w:ascii="Arial" w:hAnsi="Arial" w:cs="Arial"/>
          <w:color w:val="000000" w:themeColor="text1"/>
          <w:sz w:val="22"/>
          <w:szCs w:val="22"/>
          <w:shd w:val="clear" w:color="auto" w:fill="FFFFFF"/>
        </w:rPr>
        <w:t xml:space="preserve">analyze </w:t>
      </w:r>
      <w:r w:rsidRPr="00243402">
        <w:rPr>
          <w:rFonts w:ascii="Arial" w:hAnsi="Arial" w:cs="Arial"/>
          <w:color w:val="000000" w:themeColor="text1"/>
          <w:sz w:val="22"/>
          <w:szCs w:val="22"/>
          <w:shd w:val="clear" w:color="auto" w:fill="FFFFFF"/>
        </w:rPr>
        <w:t>game</w:t>
      </w:r>
      <w:r w:rsidR="00F556E1">
        <w:rPr>
          <w:rFonts w:ascii="Arial" w:hAnsi="Arial" w:cs="Arial"/>
          <w:color w:val="000000" w:themeColor="text1"/>
          <w:sz w:val="22"/>
          <w:szCs w:val="22"/>
          <w:shd w:val="clear" w:color="auto" w:fill="FFFFFF"/>
        </w:rPr>
        <w:t xml:space="preserve"> </w:t>
      </w:r>
      <w:r w:rsidRPr="00243402">
        <w:rPr>
          <w:rFonts w:ascii="Arial" w:hAnsi="Arial" w:cs="Arial"/>
          <w:color w:val="000000" w:themeColor="text1"/>
          <w:sz w:val="22"/>
          <w:szCs w:val="22"/>
          <w:shd w:val="clear" w:color="auto" w:fill="FFFFFF"/>
        </w:rPr>
        <w:t>play</w:t>
      </w:r>
      <w:r w:rsidR="00F20BDA" w:rsidRPr="00243402">
        <w:rPr>
          <w:rFonts w:ascii="Arial" w:hAnsi="Arial" w:cs="Arial"/>
          <w:color w:val="000000" w:themeColor="text1"/>
          <w:sz w:val="22"/>
          <w:szCs w:val="22"/>
          <w:shd w:val="clear" w:color="auto" w:fill="FFFFFF"/>
        </w:rPr>
        <w:t xml:space="preserve"> in real time and distribute video recordings to the coaches’ tablet devices</w:t>
      </w:r>
      <w:r w:rsidR="003B5897" w:rsidRPr="00243402">
        <w:rPr>
          <w:rFonts w:ascii="Arial" w:hAnsi="Arial" w:cs="Arial"/>
          <w:color w:val="000000" w:themeColor="text1"/>
          <w:sz w:val="22"/>
          <w:szCs w:val="22"/>
          <w:shd w:val="clear" w:color="auto" w:fill="FFFFFF"/>
        </w:rPr>
        <w:t xml:space="preserve">, enabling them to make informed tactical changes as the game progresses. The Bolero intercom enables the coaches to </w:t>
      </w:r>
      <w:r w:rsidR="00F20BDA" w:rsidRPr="00243402">
        <w:rPr>
          <w:rFonts w:ascii="Arial" w:hAnsi="Arial" w:cs="Arial"/>
          <w:color w:val="000000" w:themeColor="text1"/>
          <w:sz w:val="22"/>
          <w:szCs w:val="22"/>
          <w:shd w:val="clear" w:color="auto" w:fill="FFFFFF"/>
        </w:rPr>
        <w:t>review and discuss relevant situations and make information immediately available to their colleagues on the sidelines.</w:t>
      </w:r>
    </w:p>
    <w:p w14:paraId="1881D6EB" w14:textId="77777777" w:rsidR="00F20BDA" w:rsidRPr="00243402" w:rsidRDefault="00F20BDA" w:rsidP="00243402">
      <w:pPr>
        <w:spacing w:line="360" w:lineRule="auto"/>
        <w:rPr>
          <w:rFonts w:ascii="Arial" w:hAnsi="Arial" w:cs="Arial"/>
          <w:color w:val="000000" w:themeColor="text1"/>
          <w:sz w:val="22"/>
          <w:szCs w:val="22"/>
          <w:shd w:val="clear" w:color="auto" w:fill="FFFFFF"/>
        </w:rPr>
      </w:pPr>
    </w:p>
    <w:p w14:paraId="481EC206" w14:textId="362FE134" w:rsidR="00F20BDA" w:rsidRPr="00243402" w:rsidRDefault="00F20BDA" w:rsidP="00243402">
      <w:pPr>
        <w:spacing w:line="360" w:lineRule="auto"/>
        <w:rPr>
          <w:rFonts w:ascii="Arial" w:hAnsi="Arial" w:cs="Arial"/>
          <w:color w:val="000000" w:themeColor="text1"/>
          <w:sz w:val="22"/>
          <w:szCs w:val="22"/>
          <w:shd w:val="clear" w:color="auto" w:fill="FFFFFF"/>
        </w:rPr>
      </w:pPr>
      <w:r w:rsidRPr="00243402">
        <w:rPr>
          <w:rFonts w:ascii="Arial" w:hAnsi="Arial" w:cs="Arial"/>
          <w:color w:val="000000" w:themeColor="text1"/>
          <w:sz w:val="22"/>
          <w:szCs w:val="22"/>
          <w:shd w:val="clear" w:color="auto" w:fill="FFFFFF"/>
        </w:rPr>
        <w:lastRenderedPageBreak/>
        <w:t xml:space="preserve">“Ice hockey is the fastest team sport in the world. </w:t>
      </w:r>
      <w:r w:rsidR="002241A3" w:rsidRPr="00243402">
        <w:rPr>
          <w:rFonts w:ascii="Arial" w:hAnsi="Arial" w:cs="Arial"/>
          <w:color w:val="000000" w:themeColor="text1"/>
          <w:sz w:val="22"/>
          <w:szCs w:val="22"/>
          <w:shd w:val="clear" w:color="auto" w:fill="FFFFFF"/>
        </w:rPr>
        <w:t>There’s</w:t>
      </w:r>
      <w:r w:rsidRPr="00243402">
        <w:rPr>
          <w:rFonts w:ascii="Arial" w:hAnsi="Arial" w:cs="Arial"/>
          <w:color w:val="000000" w:themeColor="text1"/>
          <w:sz w:val="22"/>
          <w:szCs w:val="22"/>
          <w:shd w:val="clear" w:color="auto" w:fill="FFFFFF"/>
        </w:rPr>
        <w:t xml:space="preserve"> no time for misunderstandings, </w:t>
      </w:r>
      <w:r w:rsidR="002241A3" w:rsidRPr="00243402">
        <w:rPr>
          <w:rFonts w:ascii="Arial" w:hAnsi="Arial" w:cs="Arial"/>
          <w:color w:val="000000" w:themeColor="text1"/>
          <w:sz w:val="22"/>
          <w:szCs w:val="22"/>
          <w:shd w:val="clear" w:color="auto" w:fill="FFFFFF"/>
        </w:rPr>
        <w:t>and decisions have to be made</w:t>
      </w:r>
      <w:r w:rsidRPr="00243402">
        <w:rPr>
          <w:rFonts w:ascii="Arial" w:hAnsi="Arial" w:cs="Arial"/>
          <w:color w:val="000000" w:themeColor="text1"/>
          <w:sz w:val="22"/>
          <w:szCs w:val="22"/>
          <w:shd w:val="clear" w:color="auto" w:fill="FFFFFF"/>
        </w:rPr>
        <w:t xml:space="preserve"> extremely fast. That's why crystal-clear audio quality is absolutely vital for our coach communications," says Mike </w:t>
      </w:r>
      <w:proofErr w:type="spellStart"/>
      <w:r w:rsidRPr="00243402">
        <w:rPr>
          <w:rFonts w:ascii="Arial" w:hAnsi="Arial" w:cs="Arial"/>
          <w:color w:val="000000" w:themeColor="text1"/>
          <w:sz w:val="22"/>
          <w:szCs w:val="22"/>
          <w:shd w:val="clear" w:color="auto" w:fill="FFFFFF"/>
        </w:rPr>
        <w:t>Pellegrims</w:t>
      </w:r>
      <w:proofErr w:type="spellEnd"/>
      <w:r w:rsidRPr="00243402">
        <w:rPr>
          <w:rFonts w:ascii="Arial" w:hAnsi="Arial" w:cs="Arial"/>
          <w:color w:val="000000" w:themeColor="text1"/>
          <w:sz w:val="22"/>
          <w:szCs w:val="22"/>
          <w:shd w:val="clear" w:color="auto" w:fill="FFFFFF"/>
        </w:rPr>
        <w:t>, Assistant Coach of Adler Mannheim. "With Bolero and Bolero S</w:t>
      </w:r>
      <w:r w:rsidR="002241A3" w:rsidRPr="00243402">
        <w:rPr>
          <w:rFonts w:ascii="Arial" w:hAnsi="Arial" w:cs="Arial"/>
          <w:color w:val="000000" w:themeColor="text1"/>
          <w:sz w:val="22"/>
          <w:szCs w:val="22"/>
          <w:shd w:val="clear" w:color="auto" w:fill="FFFFFF"/>
        </w:rPr>
        <w:t xml:space="preserve">, </w:t>
      </w:r>
      <w:r w:rsidRPr="00243402">
        <w:rPr>
          <w:rFonts w:ascii="Arial" w:hAnsi="Arial" w:cs="Arial"/>
          <w:color w:val="000000" w:themeColor="text1"/>
          <w:sz w:val="22"/>
          <w:szCs w:val="22"/>
          <w:shd w:val="clear" w:color="auto" w:fill="FFFFFF"/>
        </w:rPr>
        <w:t>we have absolute certainty that every detail</w:t>
      </w:r>
      <w:r w:rsidR="002241A3" w:rsidRPr="00243402">
        <w:rPr>
          <w:rFonts w:ascii="Arial" w:hAnsi="Arial" w:cs="Arial"/>
          <w:color w:val="000000" w:themeColor="text1"/>
          <w:sz w:val="22"/>
          <w:szCs w:val="22"/>
          <w:shd w:val="clear" w:color="auto" w:fill="FFFFFF"/>
        </w:rPr>
        <w:t xml:space="preserve"> and </w:t>
      </w:r>
      <w:r w:rsidRPr="00243402">
        <w:rPr>
          <w:rFonts w:ascii="Arial" w:hAnsi="Arial" w:cs="Arial"/>
          <w:color w:val="000000" w:themeColor="text1"/>
          <w:sz w:val="22"/>
          <w:szCs w:val="22"/>
          <w:shd w:val="clear" w:color="auto" w:fill="FFFFFF"/>
        </w:rPr>
        <w:t>every instruction will</w:t>
      </w:r>
      <w:r w:rsidR="0009505F" w:rsidRPr="00243402">
        <w:rPr>
          <w:rFonts w:ascii="Arial" w:hAnsi="Arial" w:cs="Arial"/>
          <w:color w:val="000000" w:themeColor="text1"/>
          <w:sz w:val="22"/>
          <w:szCs w:val="22"/>
          <w:shd w:val="clear" w:color="auto" w:fill="FFFFFF"/>
        </w:rPr>
        <w:t xml:space="preserve"> be conveyed to </w:t>
      </w:r>
      <w:r w:rsidR="002241A3" w:rsidRPr="00243402">
        <w:rPr>
          <w:rFonts w:ascii="Arial" w:hAnsi="Arial" w:cs="Arial"/>
          <w:color w:val="000000" w:themeColor="text1"/>
          <w:sz w:val="22"/>
          <w:szCs w:val="22"/>
          <w:shd w:val="clear" w:color="auto" w:fill="FFFFFF"/>
        </w:rPr>
        <w:t xml:space="preserve">our coaching team </w:t>
      </w:r>
      <w:r w:rsidR="0009505F" w:rsidRPr="00243402">
        <w:rPr>
          <w:rFonts w:ascii="Arial" w:hAnsi="Arial" w:cs="Arial"/>
          <w:color w:val="000000" w:themeColor="text1"/>
          <w:sz w:val="22"/>
          <w:szCs w:val="22"/>
          <w:shd w:val="clear" w:color="auto" w:fill="FFFFFF"/>
        </w:rPr>
        <w:t>instantly and clearly</w:t>
      </w:r>
      <w:r w:rsidRPr="00243402">
        <w:rPr>
          <w:rFonts w:ascii="Arial" w:hAnsi="Arial" w:cs="Arial"/>
          <w:color w:val="000000" w:themeColor="text1"/>
          <w:sz w:val="22"/>
          <w:szCs w:val="22"/>
          <w:shd w:val="clear" w:color="auto" w:fill="FFFFFF"/>
        </w:rPr>
        <w:t>.”</w:t>
      </w:r>
    </w:p>
    <w:p w14:paraId="5F06330C" w14:textId="77777777" w:rsidR="00F20BDA" w:rsidRPr="00243402" w:rsidRDefault="00F20BDA" w:rsidP="00243402">
      <w:pPr>
        <w:spacing w:line="360" w:lineRule="auto"/>
        <w:rPr>
          <w:rFonts w:ascii="Arial" w:eastAsia="Arial" w:hAnsi="Arial" w:cs="Arial"/>
          <w:sz w:val="22"/>
          <w:szCs w:val="22"/>
        </w:rPr>
      </w:pPr>
    </w:p>
    <w:p w14:paraId="7FCE38F4" w14:textId="0E53C750" w:rsidR="00042B10" w:rsidRPr="00243402" w:rsidRDefault="00042B10" w:rsidP="00243402">
      <w:pPr>
        <w:spacing w:line="360" w:lineRule="auto"/>
        <w:rPr>
          <w:rFonts w:ascii="Arial" w:hAnsi="Arial" w:cs="Arial"/>
          <w:color w:val="000000" w:themeColor="text1"/>
          <w:sz w:val="22"/>
          <w:szCs w:val="22"/>
          <w:shd w:val="clear" w:color="auto" w:fill="FFFFFF"/>
        </w:rPr>
      </w:pPr>
      <w:r w:rsidRPr="00243402">
        <w:rPr>
          <w:rFonts w:ascii="Arial" w:hAnsi="Arial" w:cs="Arial"/>
          <w:color w:val="000000" w:themeColor="text1"/>
          <w:sz w:val="22"/>
          <w:szCs w:val="22"/>
          <w:shd w:val="clear" w:color="auto" w:fill="FFFFFF"/>
        </w:rPr>
        <w:t xml:space="preserve">The home venue for Adler Mannheim and the Rhein-Neckar </w:t>
      </w:r>
      <w:proofErr w:type="spellStart"/>
      <w:r w:rsidRPr="00243402">
        <w:rPr>
          <w:rFonts w:ascii="Arial" w:hAnsi="Arial" w:cs="Arial"/>
          <w:color w:val="000000" w:themeColor="text1"/>
          <w:sz w:val="22"/>
          <w:szCs w:val="22"/>
          <w:shd w:val="clear" w:color="auto" w:fill="FFFFFF"/>
        </w:rPr>
        <w:t>Löwen</w:t>
      </w:r>
      <w:proofErr w:type="spellEnd"/>
      <w:r w:rsidRPr="00243402">
        <w:rPr>
          <w:rFonts w:ascii="Arial" w:hAnsi="Arial" w:cs="Arial"/>
          <w:color w:val="000000" w:themeColor="text1"/>
          <w:sz w:val="22"/>
          <w:szCs w:val="22"/>
          <w:shd w:val="clear" w:color="auto" w:fill="FFFFFF"/>
        </w:rPr>
        <w:t xml:space="preserve"> handball club is the SAP Arena in </w:t>
      </w:r>
      <w:r w:rsidR="007B24DD" w:rsidRPr="00243402">
        <w:rPr>
          <w:rFonts w:ascii="Arial" w:hAnsi="Arial" w:cs="Arial"/>
          <w:color w:val="000000" w:themeColor="text1"/>
          <w:sz w:val="22"/>
          <w:szCs w:val="22"/>
          <w:shd w:val="clear" w:color="auto" w:fill="FFFFFF"/>
        </w:rPr>
        <w:t>Mannheim</w:t>
      </w:r>
      <w:r w:rsidRPr="00243402">
        <w:rPr>
          <w:rFonts w:ascii="Arial" w:hAnsi="Arial" w:cs="Arial"/>
          <w:color w:val="000000" w:themeColor="text1"/>
          <w:sz w:val="22"/>
          <w:szCs w:val="22"/>
          <w:shd w:val="clear" w:color="auto" w:fill="FFFFFF"/>
        </w:rPr>
        <w:t>, a multipurpose venue with a total capacity of 15,000 seats. In addition to ice hockey and handball, SAP Arena is used for many other sporting events and as a concert stage. Bolero is in use for more than 130 events a year</w:t>
      </w:r>
      <w:r w:rsidR="00F556E1">
        <w:rPr>
          <w:rFonts w:ascii="Arial" w:hAnsi="Arial" w:cs="Arial"/>
          <w:color w:val="000000" w:themeColor="text1"/>
          <w:sz w:val="22"/>
          <w:szCs w:val="22"/>
          <w:shd w:val="clear" w:color="auto" w:fill="FFFFFF"/>
        </w:rPr>
        <w:t>,</w:t>
      </w:r>
      <w:r w:rsidRPr="00243402">
        <w:rPr>
          <w:rFonts w:ascii="Arial" w:hAnsi="Arial" w:cs="Arial"/>
          <w:color w:val="000000" w:themeColor="text1"/>
          <w:sz w:val="22"/>
          <w:szCs w:val="22"/>
          <w:shd w:val="clear" w:color="auto" w:fill="FFFFFF"/>
        </w:rPr>
        <w:t xml:space="preserve"> not only by coaching and event personnel but by SAP Arena facility technicians to facilitate efficient communication between different departments.</w:t>
      </w:r>
    </w:p>
    <w:p w14:paraId="366C0841" w14:textId="77777777" w:rsidR="00042B10" w:rsidRPr="00243402" w:rsidRDefault="00042B10" w:rsidP="00243402">
      <w:pPr>
        <w:spacing w:line="360" w:lineRule="auto"/>
        <w:rPr>
          <w:rFonts w:ascii="Arial" w:hAnsi="Arial" w:cs="Arial"/>
          <w:color w:val="000000" w:themeColor="text1"/>
          <w:sz w:val="22"/>
          <w:szCs w:val="22"/>
          <w:shd w:val="clear" w:color="auto" w:fill="FFFFFF"/>
        </w:rPr>
      </w:pPr>
    </w:p>
    <w:p w14:paraId="0BE14F85" w14:textId="6D22C29F" w:rsidR="00F20BDA" w:rsidRPr="00243402" w:rsidRDefault="00F20BDA" w:rsidP="00243402">
      <w:pPr>
        <w:spacing w:line="360" w:lineRule="auto"/>
        <w:rPr>
          <w:rFonts w:ascii="Arial" w:hAnsi="Arial" w:cs="Arial"/>
          <w:color w:val="000000" w:themeColor="text1"/>
          <w:sz w:val="22"/>
          <w:szCs w:val="22"/>
          <w:shd w:val="clear" w:color="auto" w:fill="FFFFFF"/>
        </w:rPr>
      </w:pPr>
      <w:proofErr w:type="spellStart"/>
      <w:r w:rsidRPr="00243402">
        <w:rPr>
          <w:rFonts w:ascii="Arial" w:hAnsi="Arial" w:cs="Arial"/>
          <w:color w:val="000000" w:themeColor="text1"/>
          <w:sz w:val="22"/>
          <w:szCs w:val="22"/>
          <w:shd w:val="clear" w:color="auto" w:fill="FFFFFF"/>
        </w:rPr>
        <w:t>Niklas</w:t>
      </w:r>
      <w:proofErr w:type="spellEnd"/>
      <w:r w:rsidRPr="00243402">
        <w:rPr>
          <w:rFonts w:ascii="Arial" w:hAnsi="Arial" w:cs="Arial"/>
          <w:color w:val="000000" w:themeColor="text1"/>
          <w:sz w:val="22"/>
          <w:szCs w:val="22"/>
          <w:shd w:val="clear" w:color="auto" w:fill="FFFFFF"/>
        </w:rPr>
        <w:t xml:space="preserve"> </w:t>
      </w:r>
      <w:proofErr w:type="spellStart"/>
      <w:r w:rsidRPr="00243402">
        <w:rPr>
          <w:rFonts w:ascii="Arial" w:hAnsi="Arial" w:cs="Arial"/>
          <w:color w:val="000000" w:themeColor="text1"/>
          <w:sz w:val="22"/>
          <w:szCs w:val="22"/>
          <w:shd w:val="clear" w:color="auto" w:fill="FFFFFF"/>
        </w:rPr>
        <w:t>Rautenberg</w:t>
      </w:r>
      <w:proofErr w:type="spellEnd"/>
      <w:r w:rsidRPr="00243402">
        <w:rPr>
          <w:rFonts w:ascii="Arial" w:hAnsi="Arial" w:cs="Arial"/>
          <w:color w:val="000000" w:themeColor="text1"/>
          <w:sz w:val="22"/>
          <w:szCs w:val="22"/>
          <w:shd w:val="clear" w:color="auto" w:fill="FFFFFF"/>
        </w:rPr>
        <w:t>, Account Manager at Riedel Communications, added: “</w:t>
      </w:r>
      <w:r w:rsidR="00042B10" w:rsidRPr="00243402">
        <w:rPr>
          <w:rFonts w:ascii="Arial" w:hAnsi="Arial" w:cs="Arial"/>
          <w:color w:val="000000" w:themeColor="text1"/>
          <w:sz w:val="22"/>
          <w:szCs w:val="22"/>
          <w:shd w:val="clear" w:color="auto" w:fill="FFFFFF"/>
        </w:rPr>
        <w:t>I</w:t>
      </w:r>
      <w:r w:rsidR="0057146C" w:rsidRPr="00243402">
        <w:rPr>
          <w:rFonts w:ascii="Arial" w:hAnsi="Arial" w:cs="Arial"/>
          <w:color w:val="000000" w:themeColor="text1"/>
          <w:sz w:val="22"/>
          <w:szCs w:val="22"/>
          <w:shd w:val="clear" w:color="auto" w:fill="FFFFFF"/>
        </w:rPr>
        <w:t>n the SAP Arena, t</w:t>
      </w:r>
      <w:r w:rsidRPr="00243402">
        <w:rPr>
          <w:rFonts w:ascii="Arial" w:hAnsi="Arial" w:cs="Arial"/>
          <w:color w:val="000000" w:themeColor="text1"/>
          <w:sz w:val="22"/>
          <w:szCs w:val="22"/>
          <w:shd w:val="clear" w:color="auto" w:fill="FFFFFF"/>
        </w:rPr>
        <w:t>he assistant coach on the bench</w:t>
      </w:r>
      <w:r w:rsidR="0057146C" w:rsidRPr="00243402">
        <w:rPr>
          <w:rFonts w:ascii="Arial" w:hAnsi="Arial" w:cs="Arial"/>
          <w:color w:val="000000" w:themeColor="text1"/>
          <w:sz w:val="22"/>
          <w:szCs w:val="22"/>
          <w:shd w:val="clear" w:color="auto" w:fill="FFFFFF"/>
        </w:rPr>
        <w:t xml:space="preserve"> is often </w:t>
      </w:r>
      <w:r w:rsidRPr="00243402">
        <w:rPr>
          <w:rFonts w:ascii="Arial" w:hAnsi="Arial" w:cs="Arial"/>
          <w:color w:val="000000" w:themeColor="text1"/>
          <w:sz w:val="22"/>
          <w:szCs w:val="22"/>
          <w:shd w:val="clear" w:color="auto" w:fill="FFFFFF"/>
        </w:rPr>
        <w:t>surrounded by 13,600 emotional, roaring fans</w:t>
      </w:r>
      <w:r w:rsidR="0057146C" w:rsidRPr="00243402">
        <w:rPr>
          <w:rFonts w:ascii="Arial" w:hAnsi="Arial" w:cs="Arial"/>
          <w:color w:val="000000" w:themeColor="text1"/>
          <w:sz w:val="22"/>
          <w:szCs w:val="22"/>
          <w:shd w:val="clear" w:color="auto" w:fill="FFFFFF"/>
        </w:rPr>
        <w:t>. Given the noise levels and RF reflections, a closed arena is a very challenging environment for wireless communication</w:t>
      </w:r>
      <w:r w:rsidRPr="00243402">
        <w:rPr>
          <w:rFonts w:ascii="Arial" w:hAnsi="Arial" w:cs="Arial"/>
          <w:color w:val="000000" w:themeColor="text1"/>
          <w:sz w:val="22"/>
          <w:szCs w:val="22"/>
          <w:shd w:val="clear" w:color="auto" w:fill="FFFFFF"/>
        </w:rPr>
        <w:t>.</w:t>
      </w:r>
      <w:r w:rsidR="0057146C" w:rsidRPr="00243402">
        <w:rPr>
          <w:rFonts w:ascii="Arial" w:hAnsi="Arial" w:cs="Arial"/>
          <w:color w:val="000000" w:themeColor="text1"/>
          <w:sz w:val="22"/>
          <w:szCs w:val="22"/>
          <w:shd w:val="clear" w:color="auto" w:fill="FFFFFF"/>
        </w:rPr>
        <w:t xml:space="preserve"> With t</w:t>
      </w:r>
      <w:r w:rsidRPr="00243402">
        <w:rPr>
          <w:rFonts w:ascii="Arial" w:hAnsi="Arial" w:cs="Arial"/>
          <w:color w:val="000000" w:themeColor="text1"/>
          <w:sz w:val="22"/>
          <w:szCs w:val="22"/>
          <w:shd w:val="clear" w:color="auto" w:fill="FFFFFF"/>
        </w:rPr>
        <w:t xml:space="preserve">he </w:t>
      </w:r>
      <w:r w:rsidR="0057146C" w:rsidRPr="00243402">
        <w:rPr>
          <w:rFonts w:ascii="Arial" w:hAnsi="Arial" w:cs="Arial"/>
          <w:color w:val="000000" w:themeColor="text1"/>
          <w:sz w:val="22"/>
          <w:szCs w:val="22"/>
          <w:shd w:val="clear" w:color="auto" w:fill="FFFFFF"/>
        </w:rPr>
        <w:t xml:space="preserve">previous intercom, the </w:t>
      </w:r>
      <w:r w:rsidRPr="00243402">
        <w:rPr>
          <w:rFonts w:ascii="Arial" w:hAnsi="Arial" w:cs="Arial"/>
          <w:color w:val="000000" w:themeColor="text1"/>
          <w:sz w:val="22"/>
          <w:szCs w:val="22"/>
          <w:shd w:val="clear" w:color="auto" w:fill="FFFFFF"/>
        </w:rPr>
        <w:t>Mannheim team often struggled with feedback and miscommunication</w:t>
      </w:r>
      <w:r w:rsidR="0057146C" w:rsidRPr="00243402">
        <w:rPr>
          <w:rFonts w:ascii="Arial" w:hAnsi="Arial" w:cs="Arial"/>
          <w:color w:val="000000" w:themeColor="text1"/>
          <w:sz w:val="22"/>
          <w:szCs w:val="22"/>
          <w:shd w:val="clear" w:color="auto" w:fill="FFFFFF"/>
        </w:rPr>
        <w:t xml:space="preserve"> </w:t>
      </w:r>
      <w:r w:rsidR="00BC3151" w:rsidRPr="00243402">
        <w:rPr>
          <w:rFonts w:ascii="Arial" w:hAnsi="Arial" w:cs="Arial"/>
          <w:color w:val="000000" w:themeColor="text1"/>
          <w:sz w:val="22"/>
          <w:szCs w:val="22"/>
          <w:shd w:val="clear" w:color="auto" w:fill="FFFFFF"/>
        </w:rPr>
        <w:t>—</w:t>
      </w:r>
      <w:r w:rsidR="0057146C" w:rsidRPr="00243402">
        <w:rPr>
          <w:rFonts w:ascii="Arial" w:hAnsi="Arial" w:cs="Arial"/>
          <w:color w:val="000000" w:themeColor="text1"/>
          <w:sz w:val="22"/>
          <w:szCs w:val="22"/>
          <w:shd w:val="clear" w:color="auto" w:fill="FFFFFF"/>
        </w:rPr>
        <w:t xml:space="preserve"> but these problems are now a thing of the past with Bolero.</w:t>
      </w:r>
      <w:r w:rsidRPr="00243402">
        <w:rPr>
          <w:rFonts w:ascii="Arial" w:hAnsi="Arial" w:cs="Arial"/>
          <w:color w:val="000000" w:themeColor="text1"/>
          <w:sz w:val="22"/>
          <w:szCs w:val="22"/>
          <w:shd w:val="clear" w:color="auto" w:fill="FFFFFF"/>
        </w:rPr>
        <w:t>”</w:t>
      </w:r>
    </w:p>
    <w:p w14:paraId="08737278" w14:textId="77777777" w:rsidR="00F20BDA" w:rsidRPr="00243402" w:rsidRDefault="00F20BDA" w:rsidP="00243402">
      <w:pPr>
        <w:spacing w:line="360" w:lineRule="auto"/>
        <w:rPr>
          <w:rFonts w:ascii="Arial" w:hAnsi="Arial" w:cs="Arial"/>
          <w:color w:val="000000" w:themeColor="text1"/>
          <w:sz w:val="22"/>
          <w:szCs w:val="22"/>
          <w:shd w:val="clear" w:color="auto" w:fill="FFFFFF"/>
        </w:rPr>
      </w:pPr>
    </w:p>
    <w:p w14:paraId="5C4E03FB" w14:textId="686190DB" w:rsidR="00CB7631" w:rsidRPr="00243402" w:rsidRDefault="00F20BDA" w:rsidP="00243402">
      <w:pPr>
        <w:spacing w:line="360" w:lineRule="auto"/>
        <w:rPr>
          <w:rFonts w:ascii="Arial" w:hAnsi="Arial" w:cs="Arial"/>
          <w:sz w:val="22"/>
          <w:szCs w:val="22"/>
        </w:rPr>
      </w:pPr>
      <w:r w:rsidRPr="00243402">
        <w:rPr>
          <w:rFonts w:ascii="Arial" w:hAnsi="Arial" w:cs="Arial"/>
          <w:color w:val="000000" w:themeColor="text1"/>
          <w:sz w:val="22"/>
          <w:szCs w:val="22"/>
          <w:shd w:val="clear" w:color="auto" w:fill="FFFFFF"/>
        </w:rPr>
        <w:t xml:space="preserve">“Bolero is the pinnacle of professional wireless communication. When it comes to audio quality, connectivity and user-friendliness, I cannot think of anything better,” said Volker </w:t>
      </w:r>
      <w:proofErr w:type="spellStart"/>
      <w:r w:rsidRPr="00243402">
        <w:rPr>
          <w:rFonts w:ascii="Arial" w:hAnsi="Arial" w:cs="Arial"/>
          <w:color w:val="000000" w:themeColor="text1"/>
          <w:sz w:val="22"/>
          <w:szCs w:val="22"/>
          <w:shd w:val="clear" w:color="auto" w:fill="FFFFFF"/>
        </w:rPr>
        <w:t>Jürgens</w:t>
      </w:r>
      <w:proofErr w:type="spellEnd"/>
      <w:r w:rsidRPr="00243402">
        <w:rPr>
          <w:rFonts w:ascii="Arial" w:hAnsi="Arial" w:cs="Arial"/>
          <w:color w:val="000000" w:themeColor="text1"/>
          <w:sz w:val="22"/>
          <w:szCs w:val="22"/>
          <w:shd w:val="clear" w:color="auto" w:fill="FFFFFF"/>
        </w:rPr>
        <w:t>, Head of Facility Management, SAP Arena. “We had the system set up once according to our wishes,</w:t>
      </w:r>
      <w:r w:rsidR="00BC3151" w:rsidRPr="00243402">
        <w:rPr>
          <w:rFonts w:ascii="Arial" w:hAnsi="Arial" w:cs="Arial"/>
          <w:color w:val="000000" w:themeColor="text1"/>
          <w:sz w:val="22"/>
          <w:szCs w:val="22"/>
          <w:shd w:val="clear" w:color="auto" w:fill="FFFFFF"/>
        </w:rPr>
        <w:t xml:space="preserve"> and </w:t>
      </w:r>
      <w:r w:rsidRPr="00243402">
        <w:rPr>
          <w:rFonts w:ascii="Arial" w:hAnsi="Arial" w:cs="Arial"/>
          <w:color w:val="000000" w:themeColor="text1"/>
          <w:sz w:val="22"/>
          <w:szCs w:val="22"/>
          <w:shd w:val="clear" w:color="auto" w:fill="FFFFFF"/>
        </w:rPr>
        <w:t>from then on</w:t>
      </w:r>
      <w:r w:rsidR="004E1A66">
        <w:rPr>
          <w:rFonts w:ascii="Arial" w:hAnsi="Arial" w:cs="Arial"/>
          <w:color w:val="000000" w:themeColor="text1"/>
          <w:sz w:val="22"/>
          <w:szCs w:val="22"/>
          <w:shd w:val="clear" w:color="auto" w:fill="FFFFFF"/>
        </w:rPr>
        <w:t>,</w:t>
      </w:r>
      <w:r w:rsidRPr="00243402">
        <w:rPr>
          <w:rFonts w:ascii="Arial" w:hAnsi="Arial" w:cs="Arial"/>
          <w:color w:val="000000" w:themeColor="text1"/>
          <w:sz w:val="22"/>
          <w:szCs w:val="22"/>
          <w:shd w:val="clear" w:color="auto" w:fill="FFFFFF"/>
        </w:rPr>
        <w:t xml:space="preserve"> it was really plug</w:t>
      </w:r>
      <w:r w:rsidR="00BC3151" w:rsidRPr="00243402">
        <w:rPr>
          <w:rFonts w:ascii="Arial" w:hAnsi="Arial" w:cs="Arial"/>
          <w:color w:val="000000" w:themeColor="text1"/>
          <w:sz w:val="22"/>
          <w:szCs w:val="22"/>
          <w:shd w:val="clear" w:color="auto" w:fill="FFFFFF"/>
        </w:rPr>
        <w:t>-and-</w:t>
      </w:r>
      <w:r w:rsidRPr="00243402">
        <w:rPr>
          <w:rFonts w:ascii="Arial" w:hAnsi="Arial" w:cs="Arial"/>
          <w:color w:val="000000" w:themeColor="text1"/>
          <w:sz w:val="22"/>
          <w:szCs w:val="22"/>
          <w:shd w:val="clear" w:color="auto" w:fill="FFFFFF"/>
        </w:rPr>
        <w:t xml:space="preserve">play </w:t>
      </w:r>
      <w:r w:rsidR="00BC3151" w:rsidRPr="00243402">
        <w:rPr>
          <w:rFonts w:ascii="Arial" w:hAnsi="Arial" w:cs="Arial"/>
          <w:color w:val="000000" w:themeColor="text1"/>
          <w:sz w:val="22"/>
          <w:szCs w:val="22"/>
          <w:shd w:val="clear" w:color="auto" w:fill="FFFFFF"/>
        </w:rPr>
        <w:t>—</w:t>
      </w:r>
      <w:r w:rsidRPr="00243402">
        <w:rPr>
          <w:rFonts w:ascii="Arial" w:hAnsi="Arial" w:cs="Arial"/>
          <w:color w:val="000000" w:themeColor="text1"/>
          <w:sz w:val="22"/>
          <w:szCs w:val="22"/>
          <w:shd w:val="clear" w:color="auto" w:fill="FFFFFF"/>
        </w:rPr>
        <w:t xml:space="preserve"> just plug it in and off you go.”</w:t>
      </w:r>
    </w:p>
    <w:p w14:paraId="62461B72" w14:textId="2A8F737B" w:rsidR="009F4D6F" w:rsidRPr="00243402" w:rsidRDefault="00CB7631" w:rsidP="00243402">
      <w:pPr>
        <w:spacing w:line="360" w:lineRule="auto"/>
        <w:rPr>
          <w:rFonts w:ascii="Arial" w:hAnsi="Arial" w:cs="Arial"/>
          <w:sz w:val="22"/>
          <w:szCs w:val="22"/>
        </w:rPr>
      </w:pPr>
      <w:r w:rsidRPr="00243402">
        <w:rPr>
          <w:rFonts w:ascii="Arial" w:hAnsi="Arial" w:cs="Arial"/>
          <w:sz w:val="22"/>
          <w:szCs w:val="22"/>
        </w:rPr>
        <w:t xml:space="preserve"> </w:t>
      </w:r>
    </w:p>
    <w:p w14:paraId="3697DD93" w14:textId="77777777" w:rsidR="005A4049" w:rsidRPr="00243402" w:rsidRDefault="005A4049" w:rsidP="00243402">
      <w:pPr>
        <w:spacing w:line="360" w:lineRule="auto"/>
        <w:rPr>
          <w:rFonts w:ascii="Arial" w:hAnsi="Arial" w:cs="Arial"/>
          <w:sz w:val="22"/>
          <w:szCs w:val="22"/>
        </w:rPr>
      </w:pPr>
      <w:r w:rsidRPr="00243402">
        <w:rPr>
          <w:rFonts w:ascii="Arial" w:hAnsi="Arial" w:cs="Arial"/>
          <w:sz w:val="22"/>
          <w:szCs w:val="22"/>
        </w:rPr>
        <w:t xml:space="preserve">Further information about Riedel and the company’s products is available at </w:t>
      </w:r>
      <w:hyperlink r:id="rId26" w:history="1">
        <w:r w:rsidR="008A7DFD" w:rsidRPr="00243402">
          <w:rPr>
            <w:rStyle w:val="Hyperlink"/>
            <w:rFonts w:ascii="Arial" w:hAnsi="Arial" w:cs="Arial"/>
            <w:sz w:val="22"/>
            <w:szCs w:val="22"/>
          </w:rPr>
          <w:t>www.riedel.net</w:t>
        </w:r>
      </w:hyperlink>
      <w:r w:rsidRPr="00243402">
        <w:rPr>
          <w:rFonts w:ascii="Arial" w:hAnsi="Arial" w:cs="Arial"/>
          <w:sz w:val="22"/>
          <w:szCs w:val="22"/>
        </w:rPr>
        <w:t>.</w:t>
      </w:r>
      <w:r w:rsidR="008A7DFD" w:rsidRPr="00243402">
        <w:rPr>
          <w:rFonts w:ascii="Arial" w:hAnsi="Arial" w:cs="Arial"/>
          <w:sz w:val="22"/>
          <w:szCs w:val="22"/>
        </w:rPr>
        <w:t xml:space="preserve"> </w:t>
      </w:r>
    </w:p>
    <w:p w14:paraId="7B1C1F39" w14:textId="77777777" w:rsidR="005A4049" w:rsidRPr="00243402" w:rsidRDefault="005A4049" w:rsidP="00243402">
      <w:pPr>
        <w:spacing w:line="360" w:lineRule="auto"/>
        <w:rPr>
          <w:rFonts w:ascii="Arial" w:hAnsi="Arial" w:cs="Arial"/>
          <w:sz w:val="22"/>
          <w:szCs w:val="22"/>
        </w:rPr>
      </w:pPr>
    </w:p>
    <w:p w14:paraId="14371E10" w14:textId="68581D19" w:rsidR="00AA642E" w:rsidRDefault="005A4049" w:rsidP="00243402">
      <w:pPr>
        <w:pStyle w:val="HTMLBody"/>
        <w:autoSpaceDE/>
        <w:autoSpaceDN/>
        <w:adjustRightInd/>
        <w:spacing w:line="360" w:lineRule="auto"/>
        <w:jc w:val="center"/>
        <w:rPr>
          <w:rFonts w:cs="Arial"/>
          <w:sz w:val="22"/>
          <w:szCs w:val="22"/>
        </w:rPr>
      </w:pPr>
      <w:r w:rsidRPr="00243402">
        <w:rPr>
          <w:rFonts w:cs="Arial"/>
          <w:sz w:val="22"/>
          <w:szCs w:val="22"/>
        </w:rPr>
        <w:t># # #</w:t>
      </w:r>
    </w:p>
    <w:p w14:paraId="17613687" w14:textId="77777777" w:rsidR="00243402" w:rsidRPr="00243402" w:rsidRDefault="00243402" w:rsidP="00243402">
      <w:pPr>
        <w:pStyle w:val="HTMLBody"/>
        <w:autoSpaceDE/>
        <w:autoSpaceDN/>
        <w:adjustRightInd/>
        <w:spacing w:line="360" w:lineRule="auto"/>
        <w:jc w:val="center"/>
        <w:rPr>
          <w:rFonts w:cs="Arial"/>
          <w:sz w:val="22"/>
          <w:szCs w:val="22"/>
        </w:rPr>
      </w:pPr>
    </w:p>
    <w:p w14:paraId="130550E1" w14:textId="77777777" w:rsidR="00AC2047" w:rsidRPr="00243402" w:rsidRDefault="00AC2047" w:rsidP="00243402">
      <w:pPr>
        <w:rPr>
          <w:rFonts w:ascii="Arial" w:hAnsi="Arial" w:cs="Arial"/>
          <w:sz w:val="20"/>
          <w:szCs w:val="20"/>
        </w:rPr>
      </w:pPr>
      <w:r w:rsidRPr="00243402">
        <w:rPr>
          <w:rFonts w:ascii="Arial" w:hAnsi="Arial" w:cs="Arial"/>
          <w:b/>
          <w:bCs/>
          <w:sz w:val="20"/>
          <w:szCs w:val="20"/>
        </w:rPr>
        <w:t xml:space="preserve">About Riedel Communications </w:t>
      </w:r>
    </w:p>
    <w:p w14:paraId="4DFC8777" w14:textId="1CC64550" w:rsidR="00AC2047" w:rsidRPr="00243402" w:rsidRDefault="00AC2047" w:rsidP="00243402">
      <w:pPr>
        <w:rPr>
          <w:rFonts w:ascii="Arial" w:hAnsi="Arial" w:cs="Arial"/>
          <w:bCs/>
          <w:sz w:val="20"/>
          <w:szCs w:val="20"/>
        </w:rPr>
      </w:pPr>
      <w:r w:rsidRPr="00243402">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243402">
        <w:rPr>
          <w:rFonts w:ascii="Arial" w:hAnsi="Arial" w:cs="Arial"/>
          <w:bCs/>
          <w:sz w:val="20"/>
          <w:szCs w:val="20"/>
        </w:rPr>
        <w:t xml:space="preserve">Riedel is headquartered in Wuppertal, Germany, and employs over </w:t>
      </w:r>
      <w:r w:rsidR="00483EBF" w:rsidRPr="00243402">
        <w:rPr>
          <w:rFonts w:ascii="Arial" w:hAnsi="Arial" w:cs="Arial"/>
          <w:bCs/>
          <w:sz w:val="20"/>
          <w:szCs w:val="20"/>
        </w:rPr>
        <w:t>7</w:t>
      </w:r>
      <w:r w:rsidRPr="00243402">
        <w:rPr>
          <w:rFonts w:ascii="Arial" w:hAnsi="Arial" w:cs="Arial"/>
          <w:bCs/>
          <w:sz w:val="20"/>
          <w:szCs w:val="20"/>
        </w:rPr>
        <w:t>00 people in 2</w:t>
      </w:r>
      <w:r w:rsidR="00483EBF" w:rsidRPr="00243402">
        <w:rPr>
          <w:rFonts w:ascii="Arial" w:hAnsi="Arial" w:cs="Arial"/>
          <w:bCs/>
          <w:sz w:val="20"/>
          <w:szCs w:val="20"/>
        </w:rPr>
        <w:t>5</w:t>
      </w:r>
      <w:r w:rsidRPr="00243402">
        <w:rPr>
          <w:rFonts w:ascii="Arial" w:hAnsi="Arial" w:cs="Arial"/>
          <w:bCs/>
          <w:sz w:val="20"/>
          <w:szCs w:val="20"/>
        </w:rPr>
        <w:t xml:space="preserve"> locations throughout Europe, Australia, Asia, and the Americas.</w:t>
      </w:r>
    </w:p>
    <w:p w14:paraId="6BE5B981" w14:textId="77777777" w:rsidR="00AC2047" w:rsidRPr="00243402" w:rsidRDefault="00AC2047" w:rsidP="00243402">
      <w:pPr>
        <w:rPr>
          <w:rFonts w:ascii="Arial" w:hAnsi="Arial" w:cs="Arial"/>
          <w:bCs/>
          <w:sz w:val="20"/>
          <w:szCs w:val="20"/>
        </w:rPr>
      </w:pPr>
    </w:p>
    <w:p w14:paraId="02ED2392" w14:textId="1A113EAF" w:rsidR="00AA642E" w:rsidRPr="00243402" w:rsidRDefault="00816958" w:rsidP="00243402">
      <w:pPr>
        <w:pStyle w:val="Body"/>
        <w:rPr>
          <w:rFonts w:ascii="Arial" w:hAnsi="Arial" w:cs="Arial"/>
          <w:sz w:val="20"/>
          <w:szCs w:val="20"/>
        </w:rPr>
      </w:pPr>
      <w:r w:rsidRPr="00243402">
        <w:rPr>
          <w:rFonts w:ascii="Arial" w:hAnsi="Arial" w:cs="Arial"/>
          <w:sz w:val="20"/>
          <w:szCs w:val="20"/>
        </w:rPr>
        <w:t>All trademarks appearing herein are the property of their respective owners.</w:t>
      </w:r>
    </w:p>
    <w:sectPr w:rsidR="00AA642E" w:rsidRPr="00243402" w:rsidSect="005A4049">
      <w:footerReference w:type="default" r:id="rId27"/>
      <w:headerReference w:type="first" r:id="rId28"/>
      <w:footerReference w:type="first" r:id="rId29"/>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C4537B" w14:textId="77777777" w:rsidR="000330F6" w:rsidRDefault="000330F6">
      <w:r>
        <w:separator/>
      </w:r>
    </w:p>
  </w:endnote>
  <w:endnote w:type="continuationSeparator" w:id="0">
    <w:p w14:paraId="1B61EC83" w14:textId="77777777" w:rsidR="000330F6" w:rsidRDefault="00033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5532F1" w14:textId="77777777" w:rsidR="00C30A7F" w:rsidRPr="00065699" w:rsidRDefault="00C30A7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6B7EF4">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w:t>
    </w:r>
    <w:r w:rsidR="00DF5170">
      <w:rPr>
        <w:rFonts w:ascii="Arial" w:hAnsi="Arial" w:cs="Arial"/>
        <w:sz w:val="20"/>
        <w:szCs w:val="20"/>
        <w:lang w:val="en-GB"/>
      </w:rPr>
      <w:t xml:space="preserve"> 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0039F" w14:textId="77777777" w:rsidR="00C30A7F" w:rsidRPr="000F5EE9" w:rsidRDefault="00C30A7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6B7EF4">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sidR="00DF5170">
      <w:rPr>
        <w:rFonts w:ascii="Arial" w:hAnsi="Arial" w:cs="Arial"/>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4753E1" w14:textId="77777777" w:rsidR="000330F6" w:rsidRDefault="000330F6">
      <w:r>
        <w:separator/>
      </w:r>
    </w:p>
  </w:footnote>
  <w:footnote w:type="continuationSeparator" w:id="0">
    <w:p w14:paraId="3E93D439" w14:textId="77777777" w:rsidR="000330F6" w:rsidRDefault="000330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BF470" w14:textId="77777777" w:rsidR="00C30A7F" w:rsidRDefault="00C30A7F" w:rsidP="005A4049">
    <w:pPr>
      <w:pStyle w:val="Header"/>
      <w:jc w:val="right"/>
    </w:pPr>
    <w:r>
      <w:rPr>
        <w:noProof/>
      </w:rPr>
      <mc:AlternateContent>
        <mc:Choice Requires="wps">
          <w:drawing>
            <wp:anchor distT="0" distB="0" distL="114300" distR="114300" simplePos="0" relativeHeight="251656704" behindDoc="0" locked="0" layoutInCell="1" allowOverlap="1" wp14:anchorId="3BB1971B" wp14:editId="26FEBA21">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8C179D4" w14:textId="77777777" w:rsidR="00C30A7F" w:rsidRPr="0084339B" w:rsidRDefault="00C30A7F">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B1971B"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" filled="f" stroked="f">
              <v:textbox inset=",7.2pt,,7.2pt">
                <w:txbxContent>
                  <w:p w14:paraId="08C179D4" w14:textId="77777777" w:rsidR="00C30A7F" w:rsidRPr="0084339B" w:rsidRDefault="00C30A7F">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752" behindDoc="1" locked="0" layoutInCell="1" allowOverlap="1" wp14:anchorId="15375D3B" wp14:editId="080060BA">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1" locked="0" layoutInCell="1" allowOverlap="1" wp14:anchorId="118B6D34" wp14:editId="2CE92F1F">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0">
                            <a:solidFill>
                              <a:srgbClr val="4A7EBB"/>
                            </a:solidFill>
                            <a:miter lim="800000"/>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E008678" id="Rechteck 2" o:spid="_x0000_s1026" style="position:absolute;margin-left:-71.85pt;margin-top:-36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G6naA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" fillcolor="#bb2129" stroked="f">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8ACA8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535D3A"/>
    <w:multiLevelType w:val="hybridMultilevel"/>
    <w:tmpl w:val="A20C1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7D63188"/>
    <w:multiLevelType w:val="hybridMultilevel"/>
    <w:tmpl w:val="EABA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D6F"/>
    <w:rsid w:val="0000199A"/>
    <w:rsid w:val="00001D29"/>
    <w:rsid w:val="00003BA4"/>
    <w:rsid w:val="0000576B"/>
    <w:rsid w:val="000059FA"/>
    <w:rsid w:val="00011C99"/>
    <w:rsid w:val="0002050D"/>
    <w:rsid w:val="000223BD"/>
    <w:rsid w:val="000224D4"/>
    <w:rsid w:val="0002499E"/>
    <w:rsid w:val="000261AE"/>
    <w:rsid w:val="00030F42"/>
    <w:rsid w:val="000330F6"/>
    <w:rsid w:val="0003370E"/>
    <w:rsid w:val="000339F6"/>
    <w:rsid w:val="0003466C"/>
    <w:rsid w:val="000350F3"/>
    <w:rsid w:val="000360A4"/>
    <w:rsid w:val="00040E9B"/>
    <w:rsid w:val="00042B10"/>
    <w:rsid w:val="000453B6"/>
    <w:rsid w:val="0005118B"/>
    <w:rsid w:val="00051984"/>
    <w:rsid w:val="00052839"/>
    <w:rsid w:val="000555CA"/>
    <w:rsid w:val="00055A12"/>
    <w:rsid w:val="0005700C"/>
    <w:rsid w:val="000575E9"/>
    <w:rsid w:val="00057D0D"/>
    <w:rsid w:val="00065C89"/>
    <w:rsid w:val="0007144B"/>
    <w:rsid w:val="00072A14"/>
    <w:rsid w:val="00075DD5"/>
    <w:rsid w:val="0008066A"/>
    <w:rsid w:val="000814AC"/>
    <w:rsid w:val="00084079"/>
    <w:rsid w:val="0008745A"/>
    <w:rsid w:val="00092DED"/>
    <w:rsid w:val="000937D3"/>
    <w:rsid w:val="0009505F"/>
    <w:rsid w:val="000950DD"/>
    <w:rsid w:val="00095249"/>
    <w:rsid w:val="00095C16"/>
    <w:rsid w:val="000A04BE"/>
    <w:rsid w:val="000A108A"/>
    <w:rsid w:val="000A3466"/>
    <w:rsid w:val="000A498F"/>
    <w:rsid w:val="000B04B1"/>
    <w:rsid w:val="000B058C"/>
    <w:rsid w:val="000B219E"/>
    <w:rsid w:val="000B4DA6"/>
    <w:rsid w:val="000B773D"/>
    <w:rsid w:val="000B7F74"/>
    <w:rsid w:val="000C05E6"/>
    <w:rsid w:val="000C0EB4"/>
    <w:rsid w:val="000C0F90"/>
    <w:rsid w:val="000C20B1"/>
    <w:rsid w:val="000C52C0"/>
    <w:rsid w:val="000C7DC0"/>
    <w:rsid w:val="000D4EA1"/>
    <w:rsid w:val="000D7229"/>
    <w:rsid w:val="000E174F"/>
    <w:rsid w:val="000E54E2"/>
    <w:rsid w:val="000F150C"/>
    <w:rsid w:val="000F1A9A"/>
    <w:rsid w:val="000F44A3"/>
    <w:rsid w:val="000F78B3"/>
    <w:rsid w:val="00100F95"/>
    <w:rsid w:val="00103345"/>
    <w:rsid w:val="00106040"/>
    <w:rsid w:val="00110AE1"/>
    <w:rsid w:val="00110DF3"/>
    <w:rsid w:val="00111470"/>
    <w:rsid w:val="0011315B"/>
    <w:rsid w:val="00113B43"/>
    <w:rsid w:val="001141A3"/>
    <w:rsid w:val="00114B9F"/>
    <w:rsid w:val="00114F07"/>
    <w:rsid w:val="00115699"/>
    <w:rsid w:val="00116124"/>
    <w:rsid w:val="0011704D"/>
    <w:rsid w:val="00122AEB"/>
    <w:rsid w:val="00123661"/>
    <w:rsid w:val="001244C9"/>
    <w:rsid w:val="00131575"/>
    <w:rsid w:val="00131689"/>
    <w:rsid w:val="00134738"/>
    <w:rsid w:val="001362C6"/>
    <w:rsid w:val="00136B03"/>
    <w:rsid w:val="00137706"/>
    <w:rsid w:val="00143193"/>
    <w:rsid w:val="00145675"/>
    <w:rsid w:val="00146A02"/>
    <w:rsid w:val="001545DE"/>
    <w:rsid w:val="00154653"/>
    <w:rsid w:val="00154FC9"/>
    <w:rsid w:val="0015653F"/>
    <w:rsid w:val="00162A5C"/>
    <w:rsid w:val="001630A5"/>
    <w:rsid w:val="001641C1"/>
    <w:rsid w:val="00173C07"/>
    <w:rsid w:val="00176A34"/>
    <w:rsid w:val="00176CB0"/>
    <w:rsid w:val="00177B3A"/>
    <w:rsid w:val="00180A85"/>
    <w:rsid w:val="00180D10"/>
    <w:rsid w:val="001911B5"/>
    <w:rsid w:val="00195141"/>
    <w:rsid w:val="00195577"/>
    <w:rsid w:val="001A0D87"/>
    <w:rsid w:val="001A1C5D"/>
    <w:rsid w:val="001A2A84"/>
    <w:rsid w:val="001A3A3E"/>
    <w:rsid w:val="001A475B"/>
    <w:rsid w:val="001A633F"/>
    <w:rsid w:val="001A7523"/>
    <w:rsid w:val="001A7AD7"/>
    <w:rsid w:val="001B220D"/>
    <w:rsid w:val="001B60E4"/>
    <w:rsid w:val="001B70CB"/>
    <w:rsid w:val="001C3430"/>
    <w:rsid w:val="001D46E2"/>
    <w:rsid w:val="001D4DD3"/>
    <w:rsid w:val="001D5724"/>
    <w:rsid w:val="001D5A6F"/>
    <w:rsid w:val="001E2804"/>
    <w:rsid w:val="001E3CDA"/>
    <w:rsid w:val="001E7481"/>
    <w:rsid w:val="001E7AB2"/>
    <w:rsid w:val="001F0A26"/>
    <w:rsid w:val="001F1861"/>
    <w:rsid w:val="001F2D6A"/>
    <w:rsid w:val="00201AA8"/>
    <w:rsid w:val="00211327"/>
    <w:rsid w:val="00214F8C"/>
    <w:rsid w:val="00215FB4"/>
    <w:rsid w:val="002176C2"/>
    <w:rsid w:val="002206F2"/>
    <w:rsid w:val="00222D42"/>
    <w:rsid w:val="002241A3"/>
    <w:rsid w:val="00226D79"/>
    <w:rsid w:val="0023667E"/>
    <w:rsid w:val="00236C4F"/>
    <w:rsid w:val="00241632"/>
    <w:rsid w:val="00241E31"/>
    <w:rsid w:val="00241E42"/>
    <w:rsid w:val="00243402"/>
    <w:rsid w:val="0024412D"/>
    <w:rsid w:val="00246178"/>
    <w:rsid w:val="002475CC"/>
    <w:rsid w:val="002540D6"/>
    <w:rsid w:val="00254D40"/>
    <w:rsid w:val="002563FC"/>
    <w:rsid w:val="002661A7"/>
    <w:rsid w:val="002730D9"/>
    <w:rsid w:val="002744A0"/>
    <w:rsid w:val="002752D4"/>
    <w:rsid w:val="00284074"/>
    <w:rsid w:val="00286542"/>
    <w:rsid w:val="0028687D"/>
    <w:rsid w:val="00290988"/>
    <w:rsid w:val="0029688C"/>
    <w:rsid w:val="00297866"/>
    <w:rsid w:val="002A4324"/>
    <w:rsid w:val="002A4EF1"/>
    <w:rsid w:val="002B0398"/>
    <w:rsid w:val="002B1186"/>
    <w:rsid w:val="002B26C9"/>
    <w:rsid w:val="002B32FE"/>
    <w:rsid w:val="002B3F01"/>
    <w:rsid w:val="002B616A"/>
    <w:rsid w:val="002B7410"/>
    <w:rsid w:val="002C37F4"/>
    <w:rsid w:val="002C48BD"/>
    <w:rsid w:val="002C5A3D"/>
    <w:rsid w:val="002D1577"/>
    <w:rsid w:val="002D2AAA"/>
    <w:rsid w:val="002D5AE2"/>
    <w:rsid w:val="002D764B"/>
    <w:rsid w:val="002E3610"/>
    <w:rsid w:val="002E673A"/>
    <w:rsid w:val="002E7285"/>
    <w:rsid w:val="002F1CC9"/>
    <w:rsid w:val="002F23EF"/>
    <w:rsid w:val="002F4111"/>
    <w:rsid w:val="00303971"/>
    <w:rsid w:val="00305452"/>
    <w:rsid w:val="0030655E"/>
    <w:rsid w:val="00307C87"/>
    <w:rsid w:val="00316260"/>
    <w:rsid w:val="00321D65"/>
    <w:rsid w:val="00323449"/>
    <w:rsid w:val="00323AEC"/>
    <w:rsid w:val="00325559"/>
    <w:rsid w:val="003273DC"/>
    <w:rsid w:val="00330D5E"/>
    <w:rsid w:val="00331534"/>
    <w:rsid w:val="0033419D"/>
    <w:rsid w:val="00334687"/>
    <w:rsid w:val="00334F59"/>
    <w:rsid w:val="00337F4D"/>
    <w:rsid w:val="00343588"/>
    <w:rsid w:val="00350F73"/>
    <w:rsid w:val="00354A1F"/>
    <w:rsid w:val="00371922"/>
    <w:rsid w:val="00373F74"/>
    <w:rsid w:val="003779FA"/>
    <w:rsid w:val="00383420"/>
    <w:rsid w:val="0039369F"/>
    <w:rsid w:val="00395A58"/>
    <w:rsid w:val="003A3837"/>
    <w:rsid w:val="003A6402"/>
    <w:rsid w:val="003A7670"/>
    <w:rsid w:val="003B0FD3"/>
    <w:rsid w:val="003B1B10"/>
    <w:rsid w:val="003B2A49"/>
    <w:rsid w:val="003B30D9"/>
    <w:rsid w:val="003B5419"/>
    <w:rsid w:val="003B5758"/>
    <w:rsid w:val="003B5897"/>
    <w:rsid w:val="003B61B6"/>
    <w:rsid w:val="003B670C"/>
    <w:rsid w:val="003C1664"/>
    <w:rsid w:val="003C3C57"/>
    <w:rsid w:val="003C5589"/>
    <w:rsid w:val="003C6BA3"/>
    <w:rsid w:val="003C7B40"/>
    <w:rsid w:val="003D2860"/>
    <w:rsid w:val="003D664D"/>
    <w:rsid w:val="003E259E"/>
    <w:rsid w:val="003F2307"/>
    <w:rsid w:val="003F3F08"/>
    <w:rsid w:val="003F4C47"/>
    <w:rsid w:val="004013E3"/>
    <w:rsid w:val="00401F31"/>
    <w:rsid w:val="00404FBF"/>
    <w:rsid w:val="0040564A"/>
    <w:rsid w:val="0040635C"/>
    <w:rsid w:val="00411A24"/>
    <w:rsid w:val="00415830"/>
    <w:rsid w:val="00421AE1"/>
    <w:rsid w:val="00421BD1"/>
    <w:rsid w:val="00423A31"/>
    <w:rsid w:val="00425D56"/>
    <w:rsid w:val="00431D86"/>
    <w:rsid w:val="0043598D"/>
    <w:rsid w:val="00435E5D"/>
    <w:rsid w:val="0043682D"/>
    <w:rsid w:val="004371CD"/>
    <w:rsid w:val="004372B2"/>
    <w:rsid w:val="00440B74"/>
    <w:rsid w:val="00450A4F"/>
    <w:rsid w:val="0045390C"/>
    <w:rsid w:val="00462E85"/>
    <w:rsid w:val="0047176C"/>
    <w:rsid w:val="00472CDA"/>
    <w:rsid w:val="00475226"/>
    <w:rsid w:val="0048202E"/>
    <w:rsid w:val="00482D59"/>
    <w:rsid w:val="00483EBF"/>
    <w:rsid w:val="004877A4"/>
    <w:rsid w:val="0049110E"/>
    <w:rsid w:val="004934AA"/>
    <w:rsid w:val="00495705"/>
    <w:rsid w:val="00495D50"/>
    <w:rsid w:val="0049664B"/>
    <w:rsid w:val="00497425"/>
    <w:rsid w:val="004A01E9"/>
    <w:rsid w:val="004A1E68"/>
    <w:rsid w:val="004A28BD"/>
    <w:rsid w:val="004A505A"/>
    <w:rsid w:val="004A5A66"/>
    <w:rsid w:val="004B17B2"/>
    <w:rsid w:val="004B6C47"/>
    <w:rsid w:val="004B7352"/>
    <w:rsid w:val="004C109B"/>
    <w:rsid w:val="004C2CF6"/>
    <w:rsid w:val="004D0412"/>
    <w:rsid w:val="004D1A6C"/>
    <w:rsid w:val="004D2798"/>
    <w:rsid w:val="004D31F2"/>
    <w:rsid w:val="004D355D"/>
    <w:rsid w:val="004E0F78"/>
    <w:rsid w:val="004E1A66"/>
    <w:rsid w:val="004E38CB"/>
    <w:rsid w:val="004E5325"/>
    <w:rsid w:val="004F05C3"/>
    <w:rsid w:val="004F36A5"/>
    <w:rsid w:val="004F447F"/>
    <w:rsid w:val="004F53AD"/>
    <w:rsid w:val="005004A3"/>
    <w:rsid w:val="00501AF8"/>
    <w:rsid w:val="00503753"/>
    <w:rsid w:val="00505274"/>
    <w:rsid w:val="00511EF9"/>
    <w:rsid w:val="005130FD"/>
    <w:rsid w:val="00515530"/>
    <w:rsid w:val="005172E1"/>
    <w:rsid w:val="0052572F"/>
    <w:rsid w:val="005268C4"/>
    <w:rsid w:val="005365AB"/>
    <w:rsid w:val="0055024B"/>
    <w:rsid w:val="00550B15"/>
    <w:rsid w:val="00551AE3"/>
    <w:rsid w:val="00551BB3"/>
    <w:rsid w:val="00560701"/>
    <w:rsid w:val="005633E6"/>
    <w:rsid w:val="00567A2D"/>
    <w:rsid w:val="0057146C"/>
    <w:rsid w:val="00573329"/>
    <w:rsid w:val="005762EC"/>
    <w:rsid w:val="00582DAC"/>
    <w:rsid w:val="00593844"/>
    <w:rsid w:val="00596663"/>
    <w:rsid w:val="005A1ABF"/>
    <w:rsid w:val="005A2FA5"/>
    <w:rsid w:val="005A4049"/>
    <w:rsid w:val="005B1BD9"/>
    <w:rsid w:val="005B4166"/>
    <w:rsid w:val="005B4EF5"/>
    <w:rsid w:val="005C19EA"/>
    <w:rsid w:val="005C3A1E"/>
    <w:rsid w:val="005C3E0B"/>
    <w:rsid w:val="005C4197"/>
    <w:rsid w:val="005C5220"/>
    <w:rsid w:val="005D02DB"/>
    <w:rsid w:val="005D073A"/>
    <w:rsid w:val="005D3227"/>
    <w:rsid w:val="005D34AE"/>
    <w:rsid w:val="005D4CC9"/>
    <w:rsid w:val="005E32B9"/>
    <w:rsid w:val="005F45BF"/>
    <w:rsid w:val="005F51BB"/>
    <w:rsid w:val="005F51EA"/>
    <w:rsid w:val="00602E0B"/>
    <w:rsid w:val="006040DF"/>
    <w:rsid w:val="006048D7"/>
    <w:rsid w:val="006054A1"/>
    <w:rsid w:val="00605FEB"/>
    <w:rsid w:val="00613359"/>
    <w:rsid w:val="00613F51"/>
    <w:rsid w:val="006159F9"/>
    <w:rsid w:val="0061655C"/>
    <w:rsid w:val="00620020"/>
    <w:rsid w:val="00623EAF"/>
    <w:rsid w:val="00625866"/>
    <w:rsid w:val="0063337D"/>
    <w:rsid w:val="00635584"/>
    <w:rsid w:val="00637D09"/>
    <w:rsid w:val="00645DD3"/>
    <w:rsid w:val="00647A89"/>
    <w:rsid w:val="00651450"/>
    <w:rsid w:val="00653D28"/>
    <w:rsid w:val="006550A4"/>
    <w:rsid w:val="006575B1"/>
    <w:rsid w:val="00657F82"/>
    <w:rsid w:val="0066317B"/>
    <w:rsid w:val="006671AE"/>
    <w:rsid w:val="00667D36"/>
    <w:rsid w:val="00671E25"/>
    <w:rsid w:val="00672AE0"/>
    <w:rsid w:val="006737CC"/>
    <w:rsid w:val="0067433C"/>
    <w:rsid w:val="0067501A"/>
    <w:rsid w:val="00676320"/>
    <w:rsid w:val="00676C40"/>
    <w:rsid w:val="00677F01"/>
    <w:rsid w:val="00683498"/>
    <w:rsid w:val="006848A9"/>
    <w:rsid w:val="00685322"/>
    <w:rsid w:val="00692AA2"/>
    <w:rsid w:val="00693D81"/>
    <w:rsid w:val="006A0F8B"/>
    <w:rsid w:val="006A1EA2"/>
    <w:rsid w:val="006A55E0"/>
    <w:rsid w:val="006B08AD"/>
    <w:rsid w:val="006B335C"/>
    <w:rsid w:val="006B3EBB"/>
    <w:rsid w:val="006B553B"/>
    <w:rsid w:val="006B7EF4"/>
    <w:rsid w:val="006C0078"/>
    <w:rsid w:val="006C2795"/>
    <w:rsid w:val="006C2FCE"/>
    <w:rsid w:val="006C665E"/>
    <w:rsid w:val="006C7585"/>
    <w:rsid w:val="006D43A5"/>
    <w:rsid w:val="006D75FD"/>
    <w:rsid w:val="006E10A3"/>
    <w:rsid w:val="006E5C95"/>
    <w:rsid w:val="006E63F1"/>
    <w:rsid w:val="006E78CA"/>
    <w:rsid w:val="006F0271"/>
    <w:rsid w:val="006F6B08"/>
    <w:rsid w:val="00704A5C"/>
    <w:rsid w:val="00706900"/>
    <w:rsid w:val="007079F9"/>
    <w:rsid w:val="00710281"/>
    <w:rsid w:val="007141E1"/>
    <w:rsid w:val="00717647"/>
    <w:rsid w:val="00717CCF"/>
    <w:rsid w:val="00724BB4"/>
    <w:rsid w:val="00726AEC"/>
    <w:rsid w:val="007308C1"/>
    <w:rsid w:val="007353F3"/>
    <w:rsid w:val="007463E9"/>
    <w:rsid w:val="00750E33"/>
    <w:rsid w:val="007528CA"/>
    <w:rsid w:val="007530C4"/>
    <w:rsid w:val="00754888"/>
    <w:rsid w:val="00760FEB"/>
    <w:rsid w:val="007615D6"/>
    <w:rsid w:val="007654EF"/>
    <w:rsid w:val="00766ABB"/>
    <w:rsid w:val="00791448"/>
    <w:rsid w:val="00797FD1"/>
    <w:rsid w:val="007A00EC"/>
    <w:rsid w:val="007A12B3"/>
    <w:rsid w:val="007A1697"/>
    <w:rsid w:val="007A67FF"/>
    <w:rsid w:val="007A6EEE"/>
    <w:rsid w:val="007B0BE5"/>
    <w:rsid w:val="007B24DD"/>
    <w:rsid w:val="007B2ADC"/>
    <w:rsid w:val="007C3496"/>
    <w:rsid w:val="007C43D0"/>
    <w:rsid w:val="007C58B9"/>
    <w:rsid w:val="007C5F56"/>
    <w:rsid w:val="007C6A93"/>
    <w:rsid w:val="007D1204"/>
    <w:rsid w:val="007E252D"/>
    <w:rsid w:val="007E5F86"/>
    <w:rsid w:val="007F1DDF"/>
    <w:rsid w:val="007F71F6"/>
    <w:rsid w:val="007F7F54"/>
    <w:rsid w:val="008026F9"/>
    <w:rsid w:val="008057B2"/>
    <w:rsid w:val="00806458"/>
    <w:rsid w:val="00811799"/>
    <w:rsid w:val="00813D58"/>
    <w:rsid w:val="00816451"/>
    <w:rsid w:val="00816958"/>
    <w:rsid w:val="00816CDD"/>
    <w:rsid w:val="00820221"/>
    <w:rsid w:val="00825990"/>
    <w:rsid w:val="0082629D"/>
    <w:rsid w:val="00826625"/>
    <w:rsid w:val="0083593B"/>
    <w:rsid w:val="00835EA0"/>
    <w:rsid w:val="00841446"/>
    <w:rsid w:val="00851160"/>
    <w:rsid w:val="00852EC3"/>
    <w:rsid w:val="008574F7"/>
    <w:rsid w:val="008601FE"/>
    <w:rsid w:val="008603A2"/>
    <w:rsid w:val="00862CF7"/>
    <w:rsid w:val="008671CC"/>
    <w:rsid w:val="008833E2"/>
    <w:rsid w:val="008854D1"/>
    <w:rsid w:val="008908EE"/>
    <w:rsid w:val="00894A0A"/>
    <w:rsid w:val="00897AF9"/>
    <w:rsid w:val="008A01DC"/>
    <w:rsid w:val="008A10E6"/>
    <w:rsid w:val="008A4B0A"/>
    <w:rsid w:val="008A7DFD"/>
    <w:rsid w:val="008B0E98"/>
    <w:rsid w:val="008B179D"/>
    <w:rsid w:val="008B2130"/>
    <w:rsid w:val="008B5F15"/>
    <w:rsid w:val="008C0CEC"/>
    <w:rsid w:val="008C124F"/>
    <w:rsid w:val="008C1B17"/>
    <w:rsid w:val="008C2F79"/>
    <w:rsid w:val="008C4D39"/>
    <w:rsid w:val="008C5373"/>
    <w:rsid w:val="008C5C76"/>
    <w:rsid w:val="008D04F6"/>
    <w:rsid w:val="008D49A5"/>
    <w:rsid w:val="008D7613"/>
    <w:rsid w:val="008E1157"/>
    <w:rsid w:val="008E1455"/>
    <w:rsid w:val="008E2F50"/>
    <w:rsid w:val="008E3073"/>
    <w:rsid w:val="008E3128"/>
    <w:rsid w:val="008E4E6F"/>
    <w:rsid w:val="008E680C"/>
    <w:rsid w:val="008F1843"/>
    <w:rsid w:val="008F1B7A"/>
    <w:rsid w:val="008F21A6"/>
    <w:rsid w:val="008F663F"/>
    <w:rsid w:val="009047F8"/>
    <w:rsid w:val="009065A3"/>
    <w:rsid w:val="00917361"/>
    <w:rsid w:val="009233C0"/>
    <w:rsid w:val="009306D3"/>
    <w:rsid w:val="00930FDC"/>
    <w:rsid w:val="00937393"/>
    <w:rsid w:val="00937516"/>
    <w:rsid w:val="00943167"/>
    <w:rsid w:val="00943C5B"/>
    <w:rsid w:val="00945001"/>
    <w:rsid w:val="00945606"/>
    <w:rsid w:val="00945DE7"/>
    <w:rsid w:val="009477E9"/>
    <w:rsid w:val="00954BD0"/>
    <w:rsid w:val="00957A03"/>
    <w:rsid w:val="00960CE3"/>
    <w:rsid w:val="00967AB1"/>
    <w:rsid w:val="009707D7"/>
    <w:rsid w:val="00971001"/>
    <w:rsid w:val="00976C38"/>
    <w:rsid w:val="0097795B"/>
    <w:rsid w:val="009802BC"/>
    <w:rsid w:val="00982CBA"/>
    <w:rsid w:val="009844BC"/>
    <w:rsid w:val="00997A97"/>
    <w:rsid w:val="009A1F78"/>
    <w:rsid w:val="009A6F3B"/>
    <w:rsid w:val="009B00D5"/>
    <w:rsid w:val="009B165A"/>
    <w:rsid w:val="009B184F"/>
    <w:rsid w:val="009B1B8A"/>
    <w:rsid w:val="009B1D51"/>
    <w:rsid w:val="009B3B9A"/>
    <w:rsid w:val="009B6C23"/>
    <w:rsid w:val="009C506A"/>
    <w:rsid w:val="009C6D03"/>
    <w:rsid w:val="009D2E8B"/>
    <w:rsid w:val="009D2E9F"/>
    <w:rsid w:val="009E3397"/>
    <w:rsid w:val="009E4E6F"/>
    <w:rsid w:val="009E5192"/>
    <w:rsid w:val="009F3EE9"/>
    <w:rsid w:val="009F4D6F"/>
    <w:rsid w:val="00A05E2D"/>
    <w:rsid w:val="00A11593"/>
    <w:rsid w:val="00A13793"/>
    <w:rsid w:val="00A20FF8"/>
    <w:rsid w:val="00A230C6"/>
    <w:rsid w:val="00A23873"/>
    <w:rsid w:val="00A2692E"/>
    <w:rsid w:val="00A30345"/>
    <w:rsid w:val="00A346B0"/>
    <w:rsid w:val="00A372F4"/>
    <w:rsid w:val="00A47BA2"/>
    <w:rsid w:val="00A50A88"/>
    <w:rsid w:val="00A50B62"/>
    <w:rsid w:val="00A53630"/>
    <w:rsid w:val="00A53A08"/>
    <w:rsid w:val="00A540C0"/>
    <w:rsid w:val="00A55DD4"/>
    <w:rsid w:val="00A647FC"/>
    <w:rsid w:val="00A66F4F"/>
    <w:rsid w:val="00A717DB"/>
    <w:rsid w:val="00A7687A"/>
    <w:rsid w:val="00A7764B"/>
    <w:rsid w:val="00A77964"/>
    <w:rsid w:val="00A77D2C"/>
    <w:rsid w:val="00A81A78"/>
    <w:rsid w:val="00A832F8"/>
    <w:rsid w:val="00A84C36"/>
    <w:rsid w:val="00A87E66"/>
    <w:rsid w:val="00A907BE"/>
    <w:rsid w:val="00A907CC"/>
    <w:rsid w:val="00A91065"/>
    <w:rsid w:val="00A95552"/>
    <w:rsid w:val="00AA207D"/>
    <w:rsid w:val="00AA4F83"/>
    <w:rsid w:val="00AA642E"/>
    <w:rsid w:val="00AB179F"/>
    <w:rsid w:val="00AB1A88"/>
    <w:rsid w:val="00AB4AB9"/>
    <w:rsid w:val="00AC005C"/>
    <w:rsid w:val="00AC2047"/>
    <w:rsid w:val="00AC77C6"/>
    <w:rsid w:val="00AD07F0"/>
    <w:rsid w:val="00AD0B93"/>
    <w:rsid w:val="00AD1601"/>
    <w:rsid w:val="00AD4741"/>
    <w:rsid w:val="00AD4F06"/>
    <w:rsid w:val="00AD5698"/>
    <w:rsid w:val="00AD5E77"/>
    <w:rsid w:val="00AE3B6B"/>
    <w:rsid w:val="00AE4B86"/>
    <w:rsid w:val="00AE5731"/>
    <w:rsid w:val="00AF1753"/>
    <w:rsid w:val="00AF1D69"/>
    <w:rsid w:val="00AF55ED"/>
    <w:rsid w:val="00B01973"/>
    <w:rsid w:val="00B05EE9"/>
    <w:rsid w:val="00B10D0C"/>
    <w:rsid w:val="00B125C2"/>
    <w:rsid w:val="00B12732"/>
    <w:rsid w:val="00B12BD5"/>
    <w:rsid w:val="00B13137"/>
    <w:rsid w:val="00B15F26"/>
    <w:rsid w:val="00B160CE"/>
    <w:rsid w:val="00B248B3"/>
    <w:rsid w:val="00B2748C"/>
    <w:rsid w:val="00B27B84"/>
    <w:rsid w:val="00B34370"/>
    <w:rsid w:val="00B37B67"/>
    <w:rsid w:val="00B47626"/>
    <w:rsid w:val="00B501C3"/>
    <w:rsid w:val="00B554A9"/>
    <w:rsid w:val="00B558F4"/>
    <w:rsid w:val="00B563BA"/>
    <w:rsid w:val="00B63DAC"/>
    <w:rsid w:val="00B714DB"/>
    <w:rsid w:val="00B7371B"/>
    <w:rsid w:val="00B76B99"/>
    <w:rsid w:val="00B77AEA"/>
    <w:rsid w:val="00B77B8B"/>
    <w:rsid w:val="00B84EC0"/>
    <w:rsid w:val="00B860E7"/>
    <w:rsid w:val="00B97F15"/>
    <w:rsid w:val="00BA062C"/>
    <w:rsid w:val="00BA3C2C"/>
    <w:rsid w:val="00BA406C"/>
    <w:rsid w:val="00BB05E1"/>
    <w:rsid w:val="00BB15D6"/>
    <w:rsid w:val="00BB1E41"/>
    <w:rsid w:val="00BB25AC"/>
    <w:rsid w:val="00BB412F"/>
    <w:rsid w:val="00BB55F6"/>
    <w:rsid w:val="00BB65CD"/>
    <w:rsid w:val="00BB6F89"/>
    <w:rsid w:val="00BB7ED3"/>
    <w:rsid w:val="00BC089B"/>
    <w:rsid w:val="00BC1D81"/>
    <w:rsid w:val="00BC3151"/>
    <w:rsid w:val="00BC3B28"/>
    <w:rsid w:val="00BC46EB"/>
    <w:rsid w:val="00BD6578"/>
    <w:rsid w:val="00BE0BD9"/>
    <w:rsid w:val="00BE1E7C"/>
    <w:rsid w:val="00BE5DF1"/>
    <w:rsid w:val="00C01CD4"/>
    <w:rsid w:val="00C0680A"/>
    <w:rsid w:val="00C208CD"/>
    <w:rsid w:val="00C20C03"/>
    <w:rsid w:val="00C24E85"/>
    <w:rsid w:val="00C279A2"/>
    <w:rsid w:val="00C27D38"/>
    <w:rsid w:val="00C30110"/>
    <w:rsid w:val="00C30A7F"/>
    <w:rsid w:val="00C37926"/>
    <w:rsid w:val="00C4140B"/>
    <w:rsid w:val="00C4242D"/>
    <w:rsid w:val="00C42896"/>
    <w:rsid w:val="00C4469C"/>
    <w:rsid w:val="00C5136F"/>
    <w:rsid w:val="00C57B98"/>
    <w:rsid w:val="00C601A9"/>
    <w:rsid w:val="00C6050D"/>
    <w:rsid w:val="00C72C88"/>
    <w:rsid w:val="00C73B11"/>
    <w:rsid w:val="00C74263"/>
    <w:rsid w:val="00C747CD"/>
    <w:rsid w:val="00C75B74"/>
    <w:rsid w:val="00C81277"/>
    <w:rsid w:val="00C8297D"/>
    <w:rsid w:val="00C86972"/>
    <w:rsid w:val="00C90A79"/>
    <w:rsid w:val="00C91A72"/>
    <w:rsid w:val="00C926EF"/>
    <w:rsid w:val="00C94C7E"/>
    <w:rsid w:val="00C97E19"/>
    <w:rsid w:val="00CA014F"/>
    <w:rsid w:val="00CA4615"/>
    <w:rsid w:val="00CA7BBA"/>
    <w:rsid w:val="00CB0857"/>
    <w:rsid w:val="00CB7631"/>
    <w:rsid w:val="00CC5703"/>
    <w:rsid w:val="00CC6136"/>
    <w:rsid w:val="00CC7E8F"/>
    <w:rsid w:val="00CD47C1"/>
    <w:rsid w:val="00CD5EB2"/>
    <w:rsid w:val="00CE6C9B"/>
    <w:rsid w:val="00CF2D58"/>
    <w:rsid w:val="00CF4C21"/>
    <w:rsid w:val="00CF4E43"/>
    <w:rsid w:val="00CF6775"/>
    <w:rsid w:val="00CF7801"/>
    <w:rsid w:val="00D001F0"/>
    <w:rsid w:val="00D022F1"/>
    <w:rsid w:val="00D05C02"/>
    <w:rsid w:val="00D146C0"/>
    <w:rsid w:val="00D1659F"/>
    <w:rsid w:val="00D2318C"/>
    <w:rsid w:val="00D2395D"/>
    <w:rsid w:val="00D25896"/>
    <w:rsid w:val="00D40806"/>
    <w:rsid w:val="00D42C78"/>
    <w:rsid w:val="00D42D19"/>
    <w:rsid w:val="00D454DC"/>
    <w:rsid w:val="00D47D82"/>
    <w:rsid w:val="00D505CD"/>
    <w:rsid w:val="00D5230E"/>
    <w:rsid w:val="00D527F4"/>
    <w:rsid w:val="00D5492A"/>
    <w:rsid w:val="00D55439"/>
    <w:rsid w:val="00D55E9B"/>
    <w:rsid w:val="00D5731A"/>
    <w:rsid w:val="00D65A12"/>
    <w:rsid w:val="00D75468"/>
    <w:rsid w:val="00D764F4"/>
    <w:rsid w:val="00D83A0E"/>
    <w:rsid w:val="00D84B6E"/>
    <w:rsid w:val="00D86C32"/>
    <w:rsid w:val="00D921C4"/>
    <w:rsid w:val="00D93938"/>
    <w:rsid w:val="00DA26FD"/>
    <w:rsid w:val="00DA2975"/>
    <w:rsid w:val="00DA5AD6"/>
    <w:rsid w:val="00DA5E8A"/>
    <w:rsid w:val="00DA78E5"/>
    <w:rsid w:val="00DB1D46"/>
    <w:rsid w:val="00DB4BBE"/>
    <w:rsid w:val="00DD393D"/>
    <w:rsid w:val="00DD66AF"/>
    <w:rsid w:val="00DD6DAC"/>
    <w:rsid w:val="00DE266C"/>
    <w:rsid w:val="00DE3D21"/>
    <w:rsid w:val="00DE431D"/>
    <w:rsid w:val="00DE6BE7"/>
    <w:rsid w:val="00DE7510"/>
    <w:rsid w:val="00DF5170"/>
    <w:rsid w:val="00E20B13"/>
    <w:rsid w:val="00E25558"/>
    <w:rsid w:val="00E26BC4"/>
    <w:rsid w:val="00E30716"/>
    <w:rsid w:val="00E309EF"/>
    <w:rsid w:val="00E312EE"/>
    <w:rsid w:val="00E31CD9"/>
    <w:rsid w:val="00E32A1A"/>
    <w:rsid w:val="00E333EF"/>
    <w:rsid w:val="00E3373A"/>
    <w:rsid w:val="00E374B8"/>
    <w:rsid w:val="00E427DE"/>
    <w:rsid w:val="00E50E16"/>
    <w:rsid w:val="00E52C22"/>
    <w:rsid w:val="00E538F3"/>
    <w:rsid w:val="00E546E1"/>
    <w:rsid w:val="00E55989"/>
    <w:rsid w:val="00E57AF4"/>
    <w:rsid w:val="00E61FE6"/>
    <w:rsid w:val="00E66601"/>
    <w:rsid w:val="00E67D0F"/>
    <w:rsid w:val="00E709EF"/>
    <w:rsid w:val="00E71BE0"/>
    <w:rsid w:val="00E81042"/>
    <w:rsid w:val="00E858B8"/>
    <w:rsid w:val="00E8606A"/>
    <w:rsid w:val="00E86F90"/>
    <w:rsid w:val="00E87F66"/>
    <w:rsid w:val="00E91581"/>
    <w:rsid w:val="00E93261"/>
    <w:rsid w:val="00E968A8"/>
    <w:rsid w:val="00EA1A99"/>
    <w:rsid w:val="00EA2EAB"/>
    <w:rsid w:val="00EA464E"/>
    <w:rsid w:val="00EB2947"/>
    <w:rsid w:val="00EB4C6E"/>
    <w:rsid w:val="00EC0106"/>
    <w:rsid w:val="00EC7890"/>
    <w:rsid w:val="00ED0DF1"/>
    <w:rsid w:val="00ED27A5"/>
    <w:rsid w:val="00ED5B70"/>
    <w:rsid w:val="00EE0FDD"/>
    <w:rsid w:val="00EE5815"/>
    <w:rsid w:val="00EE7D00"/>
    <w:rsid w:val="00EF25DB"/>
    <w:rsid w:val="00EF62F2"/>
    <w:rsid w:val="00F014C7"/>
    <w:rsid w:val="00F01BB2"/>
    <w:rsid w:val="00F03A41"/>
    <w:rsid w:val="00F04F23"/>
    <w:rsid w:val="00F15FE6"/>
    <w:rsid w:val="00F16292"/>
    <w:rsid w:val="00F162F2"/>
    <w:rsid w:val="00F17467"/>
    <w:rsid w:val="00F20A3E"/>
    <w:rsid w:val="00F20BDA"/>
    <w:rsid w:val="00F22D2B"/>
    <w:rsid w:val="00F23FED"/>
    <w:rsid w:val="00F30FA1"/>
    <w:rsid w:val="00F33E55"/>
    <w:rsid w:val="00F556E1"/>
    <w:rsid w:val="00F57B71"/>
    <w:rsid w:val="00F60FB3"/>
    <w:rsid w:val="00F613EB"/>
    <w:rsid w:val="00F623B9"/>
    <w:rsid w:val="00F64CBB"/>
    <w:rsid w:val="00F6519E"/>
    <w:rsid w:val="00F7063F"/>
    <w:rsid w:val="00F7065E"/>
    <w:rsid w:val="00F7180E"/>
    <w:rsid w:val="00F723D1"/>
    <w:rsid w:val="00F73CB2"/>
    <w:rsid w:val="00F83249"/>
    <w:rsid w:val="00F8651F"/>
    <w:rsid w:val="00F9006A"/>
    <w:rsid w:val="00F90723"/>
    <w:rsid w:val="00F90CB3"/>
    <w:rsid w:val="00FA28A1"/>
    <w:rsid w:val="00FA6C13"/>
    <w:rsid w:val="00FA789F"/>
    <w:rsid w:val="00FB14F5"/>
    <w:rsid w:val="00FB67D8"/>
    <w:rsid w:val="00FB6805"/>
    <w:rsid w:val="00FB69B1"/>
    <w:rsid w:val="00FC6767"/>
    <w:rsid w:val="00FD4491"/>
    <w:rsid w:val="00FD500C"/>
    <w:rsid w:val="00FE2D03"/>
    <w:rsid w:val="00FE4B3D"/>
    <w:rsid w:val="00FE5771"/>
    <w:rsid w:val="00FE687B"/>
    <w:rsid w:val="00FE70E7"/>
    <w:rsid w:val="00FE7A5A"/>
    <w:rsid w:val="00FF4F2B"/>
    <w:rsid w:val="00FF754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5E6B8F5"/>
  <w15:docId w15:val="{B400745A-E84F-1245-9D1E-E260EBB36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3F74"/>
    <w:rPr>
      <w:sz w:val="24"/>
      <w:szCs w:val="24"/>
    </w:rPr>
  </w:style>
  <w:style w:type="paragraph" w:styleId="Heading1">
    <w:name w:val="heading 1"/>
    <w:basedOn w:val="Normal"/>
    <w:next w:val="Normal"/>
    <w:link w:val="Heading1Char"/>
    <w:uiPriority w:val="9"/>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141A3"/>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uiPriority w:val="99"/>
    <w:semiHidden/>
    <w:rsid w:val="00FE6232"/>
    <w:rPr>
      <w:rFonts w:cs="Times New Roman"/>
      <w:sz w:val="16"/>
      <w:szCs w:val="16"/>
    </w:rPr>
  </w:style>
  <w:style w:type="paragraph" w:styleId="CommentText">
    <w:name w:val="annotation text"/>
    <w:basedOn w:val="Normal"/>
    <w:link w:val="CommentTextChar"/>
    <w:uiPriority w:val="99"/>
    <w:semiHidden/>
    <w:rsid w:val="00FE6232"/>
    <w:rPr>
      <w:sz w:val="20"/>
      <w:szCs w:val="20"/>
    </w:rPr>
  </w:style>
  <w:style w:type="character" w:customStyle="1" w:styleId="CommentTextChar">
    <w:name w:val="Comment Text Char"/>
    <w:link w:val="CommentText"/>
    <w:uiPriority w:val="99"/>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MediumList1-Accent41">
    <w:name w:val="Medium List 1 - Accent 41"/>
    <w:hidden/>
    <w:rsid w:val="007530C4"/>
    <w:rPr>
      <w:sz w:val="24"/>
      <w:szCs w:val="24"/>
    </w:rPr>
  </w:style>
  <w:style w:type="paragraph" w:customStyle="1" w:styleId="DarkList-Accent31">
    <w:name w:val="Dark List - Accent 31"/>
    <w:hidden/>
    <w:rsid w:val="00F17467"/>
    <w:rPr>
      <w:sz w:val="24"/>
      <w:szCs w:val="24"/>
    </w:rPr>
  </w:style>
  <w:style w:type="paragraph" w:customStyle="1" w:styleId="LightList-Accent32">
    <w:name w:val="Light List - Accent 32"/>
    <w:hidden/>
    <w:rsid w:val="005B1BD9"/>
    <w:rPr>
      <w:sz w:val="24"/>
      <w:szCs w:val="24"/>
    </w:rPr>
  </w:style>
  <w:style w:type="paragraph" w:customStyle="1" w:styleId="ColorfulShading-Accent11">
    <w:name w:val="Colorful Shading - Accent 11"/>
    <w:hidden/>
    <w:rsid w:val="00F03A41"/>
    <w:rPr>
      <w:sz w:val="24"/>
      <w:szCs w:val="24"/>
    </w:rPr>
  </w:style>
  <w:style w:type="paragraph" w:customStyle="1" w:styleId="p1">
    <w:name w:val="p1"/>
    <w:basedOn w:val="Normal"/>
    <w:rsid w:val="00E61FE6"/>
    <w:rPr>
      <w:rFonts w:ascii="Helvetica" w:hAnsi="Helvetica"/>
      <w:sz w:val="18"/>
      <w:szCs w:val="18"/>
    </w:rPr>
  </w:style>
  <w:style w:type="character" w:customStyle="1" w:styleId="apple-converted-space">
    <w:name w:val="apple-converted-space"/>
    <w:rsid w:val="00E32A1A"/>
  </w:style>
  <w:style w:type="paragraph" w:styleId="BodyTextIndent">
    <w:name w:val="Body Text Indent"/>
    <w:basedOn w:val="Normal"/>
    <w:link w:val="BodyTextIndentChar"/>
    <w:rsid w:val="00450A4F"/>
    <w:pPr>
      <w:spacing w:after="120"/>
      <w:ind w:left="360"/>
    </w:pPr>
  </w:style>
  <w:style w:type="character" w:customStyle="1" w:styleId="BodyTextIndentChar">
    <w:name w:val="Body Text Indent Char"/>
    <w:basedOn w:val="DefaultParagraphFont"/>
    <w:link w:val="BodyTextIndent"/>
    <w:rsid w:val="00450A4F"/>
    <w:rPr>
      <w:sz w:val="24"/>
      <w:szCs w:val="24"/>
    </w:rPr>
  </w:style>
  <w:style w:type="character" w:customStyle="1" w:styleId="MediumGrid3-Accent2Char">
    <w:name w:val="Medium Grid 3 - Accent 2 Char"/>
    <w:link w:val="MediumGrid3-Accent2"/>
    <w:uiPriority w:val="30"/>
    <w:rsid w:val="00450A4F"/>
    <w:rPr>
      <w:b/>
      <w:bCs/>
      <w:i/>
      <w:iCs/>
      <w:color w:val="000000"/>
      <w:sz w:val="24"/>
      <w:szCs w:val="24"/>
    </w:rPr>
  </w:style>
  <w:style w:type="table" w:styleId="MediumGrid3-Accent2">
    <w:name w:val="Medium Grid 3 Accent 2"/>
    <w:basedOn w:val="TableNormal"/>
    <w:link w:val="MediumGrid3-Accent2Char"/>
    <w:uiPriority w:val="30"/>
    <w:rsid w:val="00450A4F"/>
    <w:rPr>
      <w:b/>
      <w:bCs/>
      <w:i/>
      <w:iCs/>
      <w:color w:val="000000"/>
      <w:sz w:val="24"/>
      <w:szCs w:val="24"/>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tblPr/>
      <w:tcPr>
        <w:tcBorders>
          <w:left w:val="single" w:sz="8" w:space="0" w:color="FFFFFF"/>
          <w:right w:val="single" w:sz="24" w:space="0" w:color="FFFFFF"/>
          <w:insideH w:val="nil"/>
          <w:insideV w:val="nil"/>
        </w:tcBorders>
        <w:shd w:val="clear" w:color="auto" w:fill="ED7D31"/>
      </w:tcPr>
    </w:tblStylePr>
    <w:tblStylePr w:type="lastCol">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character" w:customStyle="1" w:styleId="UnresolvedMention1">
    <w:name w:val="Unresolved Mention1"/>
    <w:basedOn w:val="DefaultParagraphFont"/>
    <w:rsid w:val="002F1CC9"/>
    <w:rPr>
      <w:color w:val="808080"/>
      <w:shd w:val="clear" w:color="auto" w:fill="E6E6E6"/>
    </w:rPr>
  </w:style>
  <w:style w:type="character" w:customStyle="1" w:styleId="Heading3Char">
    <w:name w:val="Heading 3 Char"/>
    <w:basedOn w:val="DefaultParagraphFont"/>
    <w:link w:val="Heading3"/>
    <w:semiHidden/>
    <w:rsid w:val="001141A3"/>
    <w:rPr>
      <w:rFonts w:asciiTheme="majorHAnsi" w:eastAsiaTheme="majorEastAsia" w:hAnsiTheme="majorHAnsi" w:cstheme="majorBidi"/>
      <w:color w:val="1F3763" w:themeColor="accent1" w:themeShade="7F"/>
      <w:sz w:val="24"/>
      <w:szCs w:val="24"/>
    </w:rPr>
  </w:style>
  <w:style w:type="paragraph" w:styleId="Revision">
    <w:name w:val="Revision"/>
    <w:hidden/>
    <w:semiHidden/>
    <w:rsid w:val="0049110E"/>
    <w:rPr>
      <w:sz w:val="24"/>
      <w:szCs w:val="24"/>
    </w:rPr>
  </w:style>
  <w:style w:type="character" w:customStyle="1" w:styleId="Heading1Char">
    <w:name w:val="Heading 1 Char"/>
    <w:basedOn w:val="DefaultParagraphFont"/>
    <w:link w:val="Heading1"/>
    <w:uiPriority w:val="9"/>
    <w:rsid w:val="00475226"/>
    <w:rPr>
      <w:rFonts w:ascii="Arial" w:hAnsi="Arial" w:cs="Arial"/>
      <w:b/>
      <w:bCs/>
      <w:kern w:val="32"/>
      <w:sz w:val="32"/>
      <w:szCs w:val="32"/>
    </w:rPr>
  </w:style>
  <w:style w:type="character" w:customStyle="1" w:styleId="visually-hidden">
    <w:name w:val="visually-hidden"/>
    <w:basedOn w:val="DefaultParagraphFont"/>
    <w:rsid w:val="00475226"/>
  </w:style>
  <w:style w:type="character" w:customStyle="1" w:styleId="dist-value">
    <w:name w:val="dist-value"/>
    <w:basedOn w:val="DefaultParagraphFont"/>
    <w:rsid w:val="00475226"/>
  </w:style>
  <w:style w:type="character" w:customStyle="1" w:styleId="UnresolvedMention2">
    <w:name w:val="Unresolved Mention2"/>
    <w:basedOn w:val="DefaultParagraphFont"/>
    <w:rsid w:val="00A372F4"/>
    <w:rPr>
      <w:color w:val="808080"/>
      <w:shd w:val="clear" w:color="auto" w:fill="E6E6E6"/>
    </w:rPr>
  </w:style>
  <w:style w:type="paragraph" w:customStyle="1" w:styleId="Body">
    <w:name w:val="Body"/>
    <w:rsid w:val="00816958"/>
    <w:pPr>
      <w:pBdr>
        <w:top w:val="nil"/>
        <w:left w:val="nil"/>
        <w:bottom w:val="nil"/>
        <w:right w:val="nil"/>
        <w:between w:val="nil"/>
        <w:bar w:val="nil"/>
      </w:pBdr>
    </w:pPr>
    <w:rPr>
      <w:rFonts w:eastAsia="Arial Unicode MS" w:cs="Arial Unicode MS"/>
      <w:color w:val="000000"/>
      <w:sz w:val="24"/>
      <w:szCs w:val="24"/>
      <w:u w:color="000000"/>
      <w:bdr w:val="nil"/>
    </w:rPr>
  </w:style>
  <w:style w:type="paragraph" w:customStyle="1" w:styleId="Default">
    <w:name w:val="Default"/>
    <w:rsid w:val="00E427DE"/>
    <w:pPr>
      <w:autoSpaceDE w:val="0"/>
      <w:autoSpaceDN w:val="0"/>
      <w:adjustRightInd w:val="0"/>
    </w:pPr>
    <w:rPr>
      <w:rFonts w:ascii="Calibri" w:hAnsi="Calibri" w:cs="Calibri"/>
      <w:color w:val="000000"/>
      <w:sz w:val="24"/>
      <w:szCs w:val="24"/>
    </w:rPr>
  </w:style>
  <w:style w:type="character" w:customStyle="1" w:styleId="UnresolvedMention3">
    <w:name w:val="Unresolved Mention3"/>
    <w:basedOn w:val="DefaultParagraphFont"/>
    <w:rsid w:val="008A7DFD"/>
    <w:rPr>
      <w:color w:val="605E5C"/>
      <w:shd w:val="clear" w:color="auto" w:fill="E1DFDD"/>
    </w:rPr>
  </w:style>
  <w:style w:type="character" w:styleId="UnresolvedMention">
    <w:name w:val="Unresolved Mention"/>
    <w:basedOn w:val="DefaultParagraphFont"/>
    <w:uiPriority w:val="99"/>
    <w:semiHidden/>
    <w:unhideWhenUsed/>
    <w:rsid w:val="00421A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104527">
      <w:bodyDiv w:val="1"/>
      <w:marLeft w:val="0"/>
      <w:marRight w:val="0"/>
      <w:marTop w:val="0"/>
      <w:marBottom w:val="0"/>
      <w:divBdr>
        <w:top w:val="none" w:sz="0" w:space="0" w:color="auto"/>
        <w:left w:val="none" w:sz="0" w:space="0" w:color="auto"/>
        <w:bottom w:val="none" w:sz="0" w:space="0" w:color="auto"/>
        <w:right w:val="none" w:sz="0" w:space="0" w:color="auto"/>
      </w:divBdr>
    </w:div>
    <w:div w:id="48460862">
      <w:bodyDiv w:val="1"/>
      <w:marLeft w:val="0"/>
      <w:marRight w:val="0"/>
      <w:marTop w:val="0"/>
      <w:marBottom w:val="0"/>
      <w:divBdr>
        <w:top w:val="none" w:sz="0" w:space="0" w:color="auto"/>
        <w:left w:val="none" w:sz="0" w:space="0" w:color="auto"/>
        <w:bottom w:val="none" w:sz="0" w:space="0" w:color="auto"/>
        <w:right w:val="none" w:sz="0" w:space="0" w:color="auto"/>
      </w:divBdr>
    </w:div>
    <w:div w:id="123625553">
      <w:bodyDiv w:val="1"/>
      <w:marLeft w:val="0"/>
      <w:marRight w:val="0"/>
      <w:marTop w:val="0"/>
      <w:marBottom w:val="0"/>
      <w:divBdr>
        <w:top w:val="none" w:sz="0" w:space="0" w:color="auto"/>
        <w:left w:val="none" w:sz="0" w:space="0" w:color="auto"/>
        <w:bottom w:val="none" w:sz="0" w:space="0" w:color="auto"/>
        <w:right w:val="none" w:sz="0" w:space="0" w:color="auto"/>
      </w:divBdr>
    </w:div>
    <w:div w:id="133910176">
      <w:bodyDiv w:val="1"/>
      <w:marLeft w:val="0"/>
      <w:marRight w:val="0"/>
      <w:marTop w:val="0"/>
      <w:marBottom w:val="0"/>
      <w:divBdr>
        <w:top w:val="none" w:sz="0" w:space="0" w:color="auto"/>
        <w:left w:val="none" w:sz="0" w:space="0" w:color="auto"/>
        <w:bottom w:val="none" w:sz="0" w:space="0" w:color="auto"/>
        <w:right w:val="none" w:sz="0" w:space="0" w:color="auto"/>
      </w:divBdr>
    </w:div>
    <w:div w:id="134689053">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442771962">
      <w:bodyDiv w:val="1"/>
      <w:marLeft w:val="0"/>
      <w:marRight w:val="0"/>
      <w:marTop w:val="0"/>
      <w:marBottom w:val="0"/>
      <w:divBdr>
        <w:top w:val="none" w:sz="0" w:space="0" w:color="auto"/>
        <w:left w:val="none" w:sz="0" w:space="0" w:color="auto"/>
        <w:bottom w:val="none" w:sz="0" w:space="0" w:color="auto"/>
        <w:right w:val="none" w:sz="0" w:space="0" w:color="auto"/>
      </w:divBdr>
    </w:div>
    <w:div w:id="465318486">
      <w:bodyDiv w:val="1"/>
      <w:marLeft w:val="0"/>
      <w:marRight w:val="0"/>
      <w:marTop w:val="0"/>
      <w:marBottom w:val="0"/>
      <w:divBdr>
        <w:top w:val="none" w:sz="0" w:space="0" w:color="auto"/>
        <w:left w:val="none" w:sz="0" w:space="0" w:color="auto"/>
        <w:bottom w:val="none" w:sz="0" w:space="0" w:color="auto"/>
        <w:right w:val="none" w:sz="0" w:space="0" w:color="auto"/>
      </w:divBdr>
    </w:div>
    <w:div w:id="488638188">
      <w:bodyDiv w:val="1"/>
      <w:marLeft w:val="0"/>
      <w:marRight w:val="0"/>
      <w:marTop w:val="0"/>
      <w:marBottom w:val="0"/>
      <w:divBdr>
        <w:top w:val="none" w:sz="0" w:space="0" w:color="auto"/>
        <w:left w:val="none" w:sz="0" w:space="0" w:color="auto"/>
        <w:bottom w:val="none" w:sz="0" w:space="0" w:color="auto"/>
        <w:right w:val="none" w:sz="0" w:space="0" w:color="auto"/>
      </w:divBdr>
    </w:div>
    <w:div w:id="519858350">
      <w:bodyDiv w:val="1"/>
      <w:marLeft w:val="0"/>
      <w:marRight w:val="0"/>
      <w:marTop w:val="0"/>
      <w:marBottom w:val="0"/>
      <w:divBdr>
        <w:top w:val="none" w:sz="0" w:space="0" w:color="auto"/>
        <w:left w:val="none" w:sz="0" w:space="0" w:color="auto"/>
        <w:bottom w:val="none" w:sz="0" w:space="0" w:color="auto"/>
        <w:right w:val="none" w:sz="0" w:space="0" w:color="auto"/>
      </w:divBdr>
    </w:div>
    <w:div w:id="527332779">
      <w:bodyDiv w:val="1"/>
      <w:marLeft w:val="0"/>
      <w:marRight w:val="0"/>
      <w:marTop w:val="0"/>
      <w:marBottom w:val="0"/>
      <w:divBdr>
        <w:top w:val="none" w:sz="0" w:space="0" w:color="auto"/>
        <w:left w:val="none" w:sz="0" w:space="0" w:color="auto"/>
        <w:bottom w:val="none" w:sz="0" w:space="0" w:color="auto"/>
        <w:right w:val="none" w:sz="0" w:space="0" w:color="auto"/>
      </w:divBdr>
    </w:div>
    <w:div w:id="571548437">
      <w:bodyDiv w:val="1"/>
      <w:marLeft w:val="0"/>
      <w:marRight w:val="0"/>
      <w:marTop w:val="0"/>
      <w:marBottom w:val="0"/>
      <w:divBdr>
        <w:top w:val="none" w:sz="0" w:space="0" w:color="auto"/>
        <w:left w:val="none" w:sz="0" w:space="0" w:color="auto"/>
        <w:bottom w:val="none" w:sz="0" w:space="0" w:color="auto"/>
        <w:right w:val="none" w:sz="0" w:space="0" w:color="auto"/>
      </w:divBdr>
    </w:div>
    <w:div w:id="608507953">
      <w:bodyDiv w:val="1"/>
      <w:marLeft w:val="0"/>
      <w:marRight w:val="0"/>
      <w:marTop w:val="0"/>
      <w:marBottom w:val="0"/>
      <w:divBdr>
        <w:top w:val="none" w:sz="0" w:space="0" w:color="auto"/>
        <w:left w:val="none" w:sz="0" w:space="0" w:color="auto"/>
        <w:bottom w:val="none" w:sz="0" w:space="0" w:color="auto"/>
        <w:right w:val="none" w:sz="0" w:space="0" w:color="auto"/>
      </w:divBdr>
    </w:div>
    <w:div w:id="653487481">
      <w:bodyDiv w:val="1"/>
      <w:marLeft w:val="0"/>
      <w:marRight w:val="0"/>
      <w:marTop w:val="0"/>
      <w:marBottom w:val="0"/>
      <w:divBdr>
        <w:top w:val="none" w:sz="0" w:space="0" w:color="auto"/>
        <w:left w:val="none" w:sz="0" w:space="0" w:color="auto"/>
        <w:bottom w:val="none" w:sz="0" w:space="0" w:color="auto"/>
        <w:right w:val="none" w:sz="0" w:space="0" w:color="auto"/>
      </w:divBdr>
    </w:div>
    <w:div w:id="767777133">
      <w:bodyDiv w:val="1"/>
      <w:marLeft w:val="0"/>
      <w:marRight w:val="0"/>
      <w:marTop w:val="0"/>
      <w:marBottom w:val="0"/>
      <w:divBdr>
        <w:top w:val="none" w:sz="0" w:space="0" w:color="auto"/>
        <w:left w:val="none" w:sz="0" w:space="0" w:color="auto"/>
        <w:bottom w:val="none" w:sz="0" w:space="0" w:color="auto"/>
        <w:right w:val="none" w:sz="0" w:space="0" w:color="auto"/>
      </w:divBdr>
    </w:div>
    <w:div w:id="871042691">
      <w:bodyDiv w:val="1"/>
      <w:marLeft w:val="0"/>
      <w:marRight w:val="0"/>
      <w:marTop w:val="0"/>
      <w:marBottom w:val="0"/>
      <w:divBdr>
        <w:top w:val="none" w:sz="0" w:space="0" w:color="auto"/>
        <w:left w:val="none" w:sz="0" w:space="0" w:color="auto"/>
        <w:bottom w:val="none" w:sz="0" w:space="0" w:color="auto"/>
        <w:right w:val="none" w:sz="0" w:space="0" w:color="auto"/>
      </w:divBdr>
      <w:divsChild>
        <w:div w:id="11956571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8866834">
              <w:marLeft w:val="0"/>
              <w:marRight w:val="0"/>
              <w:marTop w:val="0"/>
              <w:marBottom w:val="0"/>
              <w:divBdr>
                <w:top w:val="none" w:sz="0" w:space="0" w:color="auto"/>
                <w:left w:val="none" w:sz="0" w:space="0" w:color="auto"/>
                <w:bottom w:val="none" w:sz="0" w:space="0" w:color="auto"/>
                <w:right w:val="none" w:sz="0" w:space="0" w:color="auto"/>
              </w:divBdr>
              <w:divsChild>
                <w:div w:id="1514147338">
                  <w:marLeft w:val="0"/>
                  <w:marRight w:val="0"/>
                  <w:marTop w:val="0"/>
                  <w:marBottom w:val="0"/>
                  <w:divBdr>
                    <w:top w:val="none" w:sz="0" w:space="0" w:color="auto"/>
                    <w:left w:val="none" w:sz="0" w:space="0" w:color="auto"/>
                    <w:bottom w:val="none" w:sz="0" w:space="0" w:color="auto"/>
                    <w:right w:val="none" w:sz="0" w:space="0" w:color="auto"/>
                  </w:divBdr>
                  <w:divsChild>
                    <w:div w:id="179791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282037">
      <w:bodyDiv w:val="1"/>
      <w:marLeft w:val="0"/>
      <w:marRight w:val="0"/>
      <w:marTop w:val="0"/>
      <w:marBottom w:val="0"/>
      <w:divBdr>
        <w:top w:val="none" w:sz="0" w:space="0" w:color="auto"/>
        <w:left w:val="none" w:sz="0" w:space="0" w:color="auto"/>
        <w:bottom w:val="none" w:sz="0" w:space="0" w:color="auto"/>
        <w:right w:val="none" w:sz="0" w:space="0" w:color="auto"/>
      </w:divBdr>
    </w:div>
    <w:div w:id="962809043">
      <w:bodyDiv w:val="1"/>
      <w:marLeft w:val="0"/>
      <w:marRight w:val="0"/>
      <w:marTop w:val="0"/>
      <w:marBottom w:val="0"/>
      <w:divBdr>
        <w:top w:val="none" w:sz="0" w:space="0" w:color="auto"/>
        <w:left w:val="none" w:sz="0" w:space="0" w:color="auto"/>
        <w:bottom w:val="none" w:sz="0" w:space="0" w:color="auto"/>
        <w:right w:val="none" w:sz="0" w:space="0" w:color="auto"/>
      </w:divBdr>
    </w:div>
    <w:div w:id="976641941">
      <w:bodyDiv w:val="1"/>
      <w:marLeft w:val="0"/>
      <w:marRight w:val="0"/>
      <w:marTop w:val="0"/>
      <w:marBottom w:val="0"/>
      <w:divBdr>
        <w:top w:val="none" w:sz="0" w:space="0" w:color="auto"/>
        <w:left w:val="none" w:sz="0" w:space="0" w:color="auto"/>
        <w:bottom w:val="none" w:sz="0" w:space="0" w:color="auto"/>
        <w:right w:val="none" w:sz="0" w:space="0" w:color="auto"/>
      </w:divBdr>
    </w:div>
    <w:div w:id="979919724">
      <w:bodyDiv w:val="1"/>
      <w:marLeft w:val="0"/>
      <w:marRight w:val="0"/>
      <w:marTop w:val="0"/>
      <w:marBottom w:val="0"/>
      <w:divBdr>
        <w:top w:val="none" w:sz="0" w:space="0" w:color="auto"/>
        <w:left w:val="none" w:sz="0" w:space="0" w:color="auto"/>
        <w:bottom w:val="none" w:sz="0" w:space="0" w:color="auto"/>
        <w:right w:val="none" w:sz="0" w:space="0" w:color="auto"/>
      </w:divBdr>
    </w:div>
    <w:div w:id="1087120350">
      <w:bodyDiv w:val="1"/>
      <w:marLeft w:val="0"/>
      <w:marRight w:val="0"/>
      <w:marTop w:val="0"/>
      <w:marBottom w:val="0"/>
      <w:divBdr>
        <w:top w:val="none" w:sz="0" w:space="0" w:color="auto"/>
        <w:left w:val="none" w:sz="0" w:space="0" w:color="auto"/>
        <w:bottom w:val="none" w:sz="0" w:space="0" w:color="auto"/>
        <w:right w:val="none" w:sz="0" w:space="0" w:color="auto"/>
      </w:divBdr>
    </w:div>
    <w:div w:id="1117681680">
      <w:bodyDiv w:val="1"/>
      <w:marLeft w:val="0"/>
      <w:marRight w:val="0"/>
      <w:marTop w:val="0"/>
      <w:marBottom w:val="0"/>
      <w:divBdr>
        <w:top w:val="none" w:sz="0" w:space="0" w:color="auto"/>
        <w:left w:val="none" w:sz="0" w:space="0" w:color="auto"/>
        <w:bottom w:val="none" w:sz="0" w:space="0" w:color="auto"/>
        <w:right w:val="none" w:sz="0" w:space="0" w:color="auto"/>
      </w:divBdr>
    </w:div>
    <w:div w:id="1147555896">
      <w:bodyDiv w:val="1"/>
      <w:marLeft w:val="0"/>
      <w:marRight w:val="0"/>
      <w:marTop w:val="0"/>
      <w:marBottom w:val="0"/>
      <w:divBdr>
        <w:top w:val="none" w:sz="0" w:space="0" w:color="auto"/>
        <w:left w:val="none" w:sz="0" w:space="0" w:color="auto"/>
        <w:bottom w:val="none" w:sz="0" w:space="0" w:color="auto"/>
        <w:right w:val="none" w:sz="0" w:space="0" w:color="auto"/>
      </w:divBdr>
    </w:div>
    <w:div w:id="1153181701">
      <w:bodyDiv w:val="1"/>
      <w:marLeft w:val="0"/>
      <w:marRight w:val="0"/>
      <w:marTop w:val="0"/>
      <w:marBottom w:val="0"/>
      <w:divBdr>
        <w:top w:val="none" w:sz="0" w:space="0" w:color="auto"/>
        <w:left w:val="none" w:sz="0" w:space="0" w:color="auto"/>
        <w:bottom w:val="none" w:sz="0" w:space="0" w:color="auto"/>
        <w:right w:val="none" w:sz="0" w:space="0" w:color="auto"/>
      </w:divBdr>
    </w:div>
    <w:div w:id="1223179694">
      <w:bodyDiv w:val="1"/>
      <w:marLeft w:val="0"/>
      <w:marRight w:val="0"/>
      <w:marTop w:val="0"/>
      <w:marBottom w:val="0"/>
      <w:divBdr>
        <w:top w:val="none" w:sz="0" w:space="0" w:color="auto"/>
        <w:left w:val="none" w:sz="0" w:space="0" w:color="auto"/>
        <w:bottom w:val="none" w:sz="0" w:space="0" w:color="auto"/>
        <w:right w:val="none" w:sz="0" w:space="0" w:color="auto"/>
      </w:divBdr>
      <w:divsChild>
        <w:div w:id="779108215">
          <w:marLeft w:val="0"/>
          <w:marRight w:val="0"/>
          <w:marTop w:val="0"/>
          <w:marBottom w:val="0"/>
          <w:divBdr>
            <w:top w:val="none" w:sz="0" w:space="0" w:color="auto"/>
            <w:left w:val="none" w:sz="0" w:space="0" w:color="auto"/>
            <w:bottom w:val="none" w:sz="0" w:space="0" w:color="auto"/>
            <w:right w:val="none" w:sz="0" w:space="0" w:color="auto"/>
          </w:divBdr>
          <w:divsChild>
            <w:div w:id="41124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399085809">
      <w:bodyDiv w:val="1"/>
      <w:marLeft w:val="0"/>
      <w:marRight w:val="0"/>
      <w:marTop w:val="0"/>
      <w:marBottom w:val="0"/>
      <w:divBdr>
        <w:top w:val="none" w:sz="0" w:space="0" w:color="auto"/>
        <w:left w:val="none" w:sz="0" w:space="0" w:color="auto"/>
        <w:bottom w:val="none" w:sz="0" w:space="0" w:color="auto"/>
        <w:right w:val="none" w:sz="0" w:space="0" w:color="auto"/>
      </w:divBdr>
    </w:div>
    <w:div w:id="1524436806">
      <w:bodyDiv w:val="1"/>
      <w:marLeft w:val="0"/>
      <w:marRight w:val="0"/>
      <w:marTop w:val="0"/>
      <w:marBottom w:val="0"/>
      <w:divBdr>
        <w:top w:val="none" w:sz="0" w:space="0" w:color="auto"/>
        <w:left w:val="none" w:sz="0" w:space="0" w:color="auto"/>
        <w:bottom w:val="none" w:sz="0" w:space="0" w:color="auto"/>
        <w:right w:val="none" w:sz="0" w:space="0" w:color="auto"/>
      </w:divBdr>
    </w:div>
    <w:div w:id="1591041867">
      <w:bodyDiv w:val="1"/>
      <w:marLeft w:val="0"/>
      <w:marRight w:val="0"/>
      <w:marTop w:val="0"/>
      <w:marBottom w:val="0"/>
      <w:divBdr>
        <w:top w:val="none" w:sz="0" w:space="0" w:color="auto"/>
        <w:left w:val="none" w:sz="0" w:space="0" w:color="auto"/>
        <w:bottom w:val="none" w:sz="0" w:space="0" w:color="auto"/>
        <w:right w:val="none" w:sz="0" w:space="0" w:color="auto"/>
      </w:divBdr>
    </w:div>
    <w:div w:id="1704670063">
      <w:bodyDiv w:val="1"/>
      <w:marLeft w:val="0"/>
      <w:marRight w:val="0"/>
      <w:marTop w:val="0"/>
      <w:marBottom w:val="0"/>
      <w:divBdr>
        <w:top w:val="none" w:sz="0" w:space="0" w:color="auto"/>
        <w:left w:val="none" w:sz="0" w:space="0" w:color="auto"/>
        <w:bottom w:val="none" w:sz="0" w:space="0" w:color="auto"/>
        <w:right w:val="none" w:sz="0" w:space="0" w:color="auto"/>
      </w:divBdr>
    </w:div>
    <w:div w:id="1710957591">
      <w:bodyDiv w:val="1"/>
      <w:marLeft w:val="0"/>
      <w:marRight w:val="0"/>
      <w:marTop w:val="0"/>
      <w:marBottom w:val="0"/>
      <w:divBdr>
        <w:top w:val="none" w:sz="0" w:space="0" w:color="auto"/>
        <w:left w:val="none" w:sz="0" w:space="0" w:color="auto"/>
        <w:bottom w:val="none" w:sz="0" w:space="0" w:color="auto"/>
        <w:right w:val="none" w:sz="0" w:space="0" w:color="auto"/>
      </w:divBdr>
    </w:div>
    <w:div w:id="1739013578">
      <w:bodyDiv w:val="1"/>
      <w:marLeft w:val="0"/>
      <w:marRight w:val="0"/>
      <w:marTop w:val="0"/>
      <w:marBottom w:val="0"/>
      <w:divBdr>
        <w:top w:val="none" w:sz="0" w:space="0" w:color="auto"/>
        <w:left w:val="none" w:sz="0" w:space="0" w:color="auto"/>
        <w:bottom w:val="none" w:sz="0" w:space="0" w:color="auto"/>
        <w:right w:val="none" w:sz="0" w:space="0" w:color="auto"/>
      </w:divBdr>
    </w:div>
    <w:div w:id="1875803988">
      <w:bodyDiv w:val="1"/>
      <w:marLeft w:val="0"/>
      <w:marRight w:val="0"/>
      <w:marTop w:val="0"/>
      <w:marBottom w:val="0"/>
      <w:divBdr>
        <w:top w:val="none" w:sz="0" w:space="0" w:color="auto"/>
        <w:left w:val="none" w:sz="0" w:space="0" w:color="auto"/>
        <w:bottom w:val="none" w:sz="0" w:space="0" w:color="auto"/>
        <w:right w:val="none" w:sz="0" w:space="0" w:color="auto"/>
      </w:divBdr>
    </w:div>
    <w:div w:id="1993172238">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8940566">
      <w:bodyDiv w:val="1"/>
      <w:marLeft w:val="0"/>
      <w:marRight w:val="0"/>
      <w:marTop w:val="0"/>
      <w:marBottom w:val="0"/>
      <w:divBdr>
        <w:top w:val="none" w:sz="0" w:space="0" w:color="auto"/>
        <w:left w:val="none" w:sz="0" w:space="0" w:color="auto"/>
        <w:bottom w:val="none" w:sz="0" w:space="0" w:color="auto"/>
        <w:right w:val="none" w:sz="0" w:space="0" w:color="auto"/>
      </w:divBdr>
    </w:div>
    <w:div w:id="2118938549">
      <w:bodyDiv w:val="1"/>
      <w:marLeft w:val="0"/>
      <w:marRight w:val="0"/>
      <w:marTop w:val="0"/>
      <w:marBottom w:val="0"/>
      <w:divBdr>
        <w:top w:val="none" w:sz="0" w:space="0" w:color="auto"/>
        <w:left w:val="none" w:sz="0" w:space="0" w:color="auto"/>
        <w:bottom w:val="none" w:sz="0" w:space="0" w:color="auto"/>
        <w:right w:val="none" w:sz="0" w:space="0" w:color="auto"/>
      </w:divBdr>
    </w:div>
    <w:div w:id="2138988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RiedelCommunicationsInternational" TargetMode="External"/><Relationship Id="rId13" Type="http://schemas.openxmlformats.org/officeDocument/2006/relationships/image" Target="media/image3.png"/><Relationship Id="rId18" Type="http://schemas.openxmlformats.org/officeDocument/2006/relationships/hyperlink" Target="http://instagram.com/riedelcommunications" TargetMode="External"/><Relationship Id="rId26" Type="http://schemas.openxmlformats.org/officeDocument/2006/relationships/hyperlink" Target="http://www.riedel.net" TargetMode="Externa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yperlink" Target="https://www.linkedin.com/company/549773" TargetMode="External"/><Relationship Id="rId17" Type="http://schemas.openxmlformats.org/officeDocument/2006/relationships/image" Target="media/image5.png"/><Relationship Id="rId25" Type="http://schemas.openxmlformats.org/officeDocument/2006/relationships/hyperlink" Target="https://www.wallstcom.com/Riedel/Riedel-Adler_Mannheim.zip" TargetMode="External"/><Relationship Id="rId2" Type="http://schemas.openxmlformats.org/officeDocument/2006/relationships/numbering" Target="numbering.xml"/><Relationship Id="rId16" Type="http://schemas.openxmlformats.org/officeDocument/2006/relationships/hyperlink" Target="http://de.pinterest.com/RIEDELnet/" TargetMode="External"/><Relationship Id="rId20" Type="http://schemas.openxmlformats.org/officeDocument/2006/relationships/hyperlink" Target="http://de.slideshare.net/RIEDELCommunications"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wallstcom.com/Riedel/200211Riedel-AdlerMannheim.docx" TargetMode="Externa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mailto:press@riedel.net" TargetMode="External"/><Relationship Id="rId28" Type="http://schemas.openxmlformats.org/officeDocument/2006/relationships/header" Target="header1.xml"/><Relationship Id="rId10" Type="http://schemas.openxmlformats.org/officeDocument/2006/relationships/hyperlink" Target="https://twitter.com/RIEDELnet" TargetMode="External"/><Relationship Id="rId19" Type="http://schemas.openxmlformats.org/officeDocument/2006/relationships/image" Target="media/image6.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youtube.com/c/RiedelNet" TargetMode="External"/><Relationship Id="rId22" Type="http://schemas.openxmlformats.org/officeDocument/2006/relationships/hyperlink" Target="mailto:gretar@wallstcom.com"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4252AE-0CC0-FD4F-9243-B802C9A9C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730</Words>
  <Characters>4161</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press release</vt:lpstr>
      <vt:lpstr>Riedel press release</vt:lpstr>
    </vt:vector>
  </TitlesOfParts>
  <Company>Hewlett-Packard Company</Company>
  <LinksUpToDate>false</LinksUpToDate>
  <CharactersWithSpaces>4882</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subject/>
  <dc:creator>Julian Bülhoff (Riedel)</dc:creator>
  <cp:keywords/>
  <dc:description/>
  <cp:lastModifiedBy>Cindy Ryan</cp:lastModifiedBy>
  <cp:revision>3</cp:revision>
  <cp:lastPrinted>2020-02-07T16:55:00Z</cp:lastPrinted>
  <dcterms:created xsi:type="dcterms:W3CDTF">2020-02-07T19:47:00Z</dcterms:created>
  <dcterms:modified xsi:type="dcterms:W3CDTF">2020-02-07T19:58:00Z</dcterms:modified>
</cp:coreProperties>
</file>